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19" w:type="pct"/>
        <w:tblLook w:val="04A0" w:firstRow="1" w:lastRow="0" w:firstColumn="1" w:lastColumn="0" w:noHBand="0" w:noVBand="1"/>
      </w:tblPr>
      <w:tblGrid>
        <w:gridCol w:w="4252"/>
        <w:gridCol w:w="101"/>
        <w:gridCol w:w="4151"/>
        <w:gridCol w:w="202"/>
      </w:tblGrid>
      <w:tr w:rsidR="00DD1CC5" w:rsidRPr="00F05B69" w14:paraId="337B6E43" w14:textId="77777777" w:rsidTr="00DD1CC5">
        <w:trPr>
          <w:gridAfter w:val="1"/>
          <w:wAfter w:w="116" w:type="pct"/>
          <w:trHeight w:val="2098"/>
        </w:trPr>
        <w:tc>
          <w:tcPr>
            <w:tcW w:w="4884" w:type="pct"/>
            <w:gridSpan w:val="3"/>
          </w:tcPr>
          <w:p w14:paraId="2127E4B1" w14:textId="77777777" w:rsidR="00DD1CC5" w:rsidRPr="00F05B69" w:rsidRDefault="00DD1CC5" w:rsidP="00DD1CC5">
            <w:pPr>
              <w:jc w:val="center"/>
              <w:rPr>
                <w:rFonts w:ascii="Arial" w:hAnsi="Arial" w:cs="Arial"/>
                <w:b/>
                <w:sz w:val="28"/>
                <w:szCs w:val="28"/>
              </w:rPr>
            </w:pPr>
            <w:bookmarkStart w:id="0" w:name="_Toc317949382"/>
            <w:bookmarkStart w:id="1" w:name="_Toc320996284"/>
            <w:r w:rsidRPr="00F05B69">
              <w:rPr>
                <w:rFonts w:ascii="Arial" w:hAnsi="Arial" w:cs="Arial"/>
                <w:b/>
                <w:sz w:val="28"/>
                <w:szCs w:val="28"/>
              </w:rPr>
              <w:t>Univerzita Hradec Králové</w:t>
            </w:r>
          </w:p>
          <w:p w14:paraId="127D2B27" w14:textId="77777777" w:rsidR="00DD1CC5" w:rsidRDefault="00DD1CC5" w:rsidP="00DD1CC5">
            <w:pPr>
              <w:jc w:val="center"/>
              <w:rPr>
                <w:rFonts w:ascii="Arial" w:hAnsi="Arial" w:cs="Arial"/>
                <w:b/>
                <w:sz w:val="28"/>
                <w:szCs w:val="28"/>
              </w:rPr>
            </w:pPr>
            <w:r w:rsidRPr="00F05B69">
              <w:rPr>
                <w:rFonts w:ascii="Arial" w:hAnsi="Arial" w:cs="Arial"/>
                <w:b/>
                <w:sz w:val="28"/>
                <w:szCs w:val="28"/>
              </w:rPr>
              <w:t>Fakulta informatiky a managementu</w:t>
            </w:r>
          </w:p>
          <w:p w14:paraId="66ED2A44" w14:textId="694407AF" w:rsidR="00BC066D" w:rsidRPr="00DD1E52" w:rsidRDefault="00BC066D" w:rsidP="00BC066D">
            <w:pPr>
              <w:tabs>
                <w:tab w:val="center" w:pos="4252"/>
                <w:tab w:val="right" w:pos="8505"/>
              </w:tabs>
              <w:jc w:val="left"/>
              <w:rPr>
                <w:rFonts w:ascii="Arial" w:hAnsi="Arial" w:cs="Arial"/>
                <w:b/>
                <w:sz w:val="28"/>
                <w:szCs w:val="28"/>
                <w:lang w:val="en-US"/>
              </w:rPr>
            </w:pPr>
            <w:r>
              <w:rPr>
                <w:rFonts w:ascii="Arial" w:hAnsi="Arial" w:cs="Arial"/>
                <w:b/>
                <w:sz w:val="28"/>
                <w:szCs w:val="28"/>
              </w:rPr>
              <w:tab/>
            </w:r>
            <w:r w:rsidR="00E33FAA">
              <w:rPr>
                <w:rFonts w:ascii="Arial" w:hAnsi="Arial" w:cs="Arial"/>
                <w:b/>
                <w:sz w:val="28"/>
                <w:szCs w:val="28"/>
              </w:rPr>
              <w:t>Katedra informatiky a kvantitativních metod</w:t>
            </w:r>
          </w:p>
        </w:tc>
      </w:tr>
      <w:tr w:rsidR="00DD1CC5" w:rsidRPr="00F05B69" w14:paraId="12184D90" w14:textId="77777777" w:rsidTr="00FC3E01">
        <w:trPr>
          <w:gridAfter w:val="1"/>
          <w:wAfter w:w="116" w:type="pct"/>
          <w:trHeight w:val="6966"/>
        </w:trPr>
        <w:tc>
          <w:tcPr>
            <w:tcW w:w="4884" w:type="pct"/>
            <w:gridSpan w:val="3"/>
            <w:vAlign w:val="center"/>
          </w:tcPr>
          <w:p w14:paraId="2141C7F9" w14:textId="77777777" w:rsidR="00DD1CC5" w:rsidRPr="00CA7CD5" w:rsidRDefault="00B26DC1" w:rsidP="00DD1CC5">
            <w:pPr>
              <w:jc w:val="center"/>
              <w:rPr>
                <w:rFonts w:ascii="Arial" w:hAnsi="Arial" w:cs="Arial"/>
                <w:b/>
                <w:sz w:val="28"/>
                <w:szCs w:val="28"/>
              </w:rPr>
            </w:pPr>
            <w:r>
              <w:rPr>
                <w:rFonts w:ascii="Arial" w:hAnsi="Arial" w:cs="Arial"/>
                <w:b/>
                <w:sz w:val="28"/>
                <w:szCs w:val="28"/>
              </w:rPr>
              <w:t xml:space="preserve">Strojové učení na platformě </w:t>
            </w:r>
            <w:proofErr w:type="spellStart"/>
            <w:r>
              <w:rPr>
                <w:rFonts w:ascii="Arial" w:hAnsi="Arial" w:cs="Arial"/>
                <w:b/>
                <w:sz w:val="28"/>
                <w:szCs w:val="28"/>
              </w:rPr>
              <w:t>Apache</w:t>
            </w:r>
            <w:proofErr w:type="spellEnd"/>
            <w:r>
              <w:rPr>
                <w:rFonts w:ascii="Arial" w:hAnsi="Arial" w:cs="Arial"/>
                <w:b/>
                <w:sz w:val="28"/>
                <w:szCs w:val="28"/>
              </w:rPr>
              <w:t xml:space="preserve"> </w:t>
            </w:r>
            <w:proofErr w:type="spellStart"/>
            <w:r>
              <w:rPr>
                <w:rFonts w:ascii="Arial" w:hAnsi="Arial" w:cs="Arial"/>
                <w:b/>
                <w:sz w:val="28"/>
                <w:szCs w:val="28"/>
              </w:rPr>
              <w:t>Spark</w:t>
            </w:r>
            <w:proofErr w:type="spellEnd"/>
          </w:p>
          <w:p w14:paraId="73A167CE" w14:textId="77777777" w:rsidR="00DD1CC5" w:rsidRPr="00F05B69" w:rsidRDefault="00677D7A" w:rsidP="004820CF">
            <w:pPr>
              <w:jc w:val="center"/>
              <w:rPr>
                <w:rFonts w:ascii="Arial" w:hAnsi="Arial" w:cs="Arial"/>
                <w:sz w:val="28"/>
                <w:szCs w:val="28"/>
              </w:rPr>
            </w:pPr>
            <w:r>
              <w:rPr>
                <w:rFonts w:ascii="Arial" w:hAnsi="Arial" w:cs="Arial"/>
                <w:sz w:val="28"/>
                <w:szCs w:val="28"/>
              </w:rPr>
              <w:t>Bakalářská</w:t>
            </w:r>
            <w:r w:rsidR="004366F7">
              <w:rPr>
                <w:rFonts w:ascii="Arial" w:hAnsi="Arial" w:cs="Arial"/>
                <w:sz w:val="28"/>
                <w:szCs w:val="28"/>
              </w:rPr>
              <w:t xml:space="preserve"> </w:t>
            </w:r>
            <w:r w:rsidR="00DD1CC5" w:rsidRPr="00F05B69">
              <w:rPr>
                <w:rFonts w:ascii="Arial" w:hAnsi="Arial" w:cs="Arial"/>
                <w:sz w:val="28"/>
                <w:szCs w:val="28"/>
              </w:rPr>
              <w:t>práce</w:t>
            </w:r>
            <w:bookmarkStart w:id="2" w:name="_GoBack"/>
            <w:bookmarkEnd w:id="2"/>
          </w:p>
        </w:tc>
      </w:tr>
      <w:tr w:rsidR="00DD1CC5" w:rsidRPr="00F05B69" w14:paraId="204C0B1C" w14:textId="77777777" w:rsidTr="00DD1CC5">
        <w:trPr>
          <w:gridAfter w:val="1"/>
          <w:wAfter w:w="116" w:type="pct"/>
          <w:trHeight w:val="1417"/>
        </w:trPr>
        <w:tc>
          <w:tcPr>
            <w:tcW w:w="4884" w:type="pct"/>
            <w:gridSpan w:val="3"/>
          </w:tcPr>
          <w:p w14:paraId="49644D60" w14:textId="77777777" w:rsidR="00DD1CC5" w:rsidRPr="00F05B69" w:rsidRDefault="00DD1CC5" w:rsidP="00DD1CC5">
            <w:pPr>
              <w:pStyle w:val="Bezmezer"/>
            </w:pPr>
            <w:r w:rsidRPr="00F05B69">
              <w:t>Autor:</w:t>
            </w:r>
            <w:r w:rsidR="00BC066D">
              <w:t xml:space="preserve"> </w:t>
            </w:r>
            <w:r w:rsidR="00C97563">
              <w:t>František</w:t>
            </w:r>
            <w:r w:rsidR="00BC066D">
              <w:t xml:space="preserve">, </w:t>
            </w:r>
            <w:r w:rsidR="00541DEF">
              <w:t>Hylmar</w:t>
            </w:r>
          </w:p>
          <w:p w14:paraId="27F94154" w14:textId="77777777" w:rsidR="00DD1CC5" w:rsidRPr="00F05B69" w:rsidRDefault="00DD1CC5" w:rsidP="00BC066D">
            <w:pPr>
              <w:pStyle w:val="Bezmezer"/>
              <w:tabs>
                <w:tab w:val="left" w:pos="5524"/>
              </w:tabs>
            </w:pPr>
            <w:r w:rsidRPr="00F05B69">
              <w:t>Studijní obor:</w:t>
            </w:r>
            <w:r w:rsidR="00BC066D">
              <w:t xml:space="preserve"> </w:t>
            </w:r>
            <w:r w:rsidR="004E2972">
              <w:t>Aplikovaná informatika</w:t>
            </w:r>
          </w:p>
        </w:tc>
      </w:tr>
      <w:tr w:rsidR="00DD1CC5" w:rsidRPr="00F05B69" w14:paraId="6CF6172D" w14:textId="77777777" w:rsidTr="00DD1CC5">
        <w:trPr>
          <w:gridAfter w:val="1"/>
          <w:wAfter w:w="116" w:type="pct"/>
          <w:trHeight w:val="2268"/>
        </w:trPr>
        <w:tc>
          <w:tcPr>
            <w:tcW w:w="4884" w:type="pct"/>
            <w:gridSpan w:val="3"/>
          </w:tcPr>
          <w:p w14:paraId="2052F19D" w14:textId="4291AD52" w:rsidR="00DD1CC5" w:rsidRDefault="00DD1CC5" w:rsidP="00DD1CC5">
            <w:r w:rsidRPr="00F05B69">
              <w:t xml:space="preserve">Vedoucí práce: </w:t>
            </w:r>
            <w:r w:rsidR="00D60B6F" w:rsidRPr="00A957E6">
              <w:rPr>
                <w:rFonts w:asciiTheme="majorHAnsi" w:eastAsia="Calibri" w:hAnsiTheme="majorHAnsi" w:cs="Segoe UI"/>
                <w:color w:val="000000"/>
                <w:lang w:eastAsia="cs-CZ" w:bidi="ar-SA"/>
              </w:rPr>
              <w:t>prof. RNDr. PhDr. Antonín Slabý, CSc.</w:t>
            </w:r>
          </w:p>
          <w:p w14:paraId="290BCF9B" w14:textId="7F3825F7" w:rsidR="004366F7" w:rsidRDefault="004366F7" w:rsidP="004366F7">
            <w:pPr>
              <w:tabs>
                <w:tab w:val="left" w:pos="2268"/>
              </w:tabs>
              <w:spacing w:line="240" w:lineRule="auto"/>
            </w:pPr>
            <w:r>
              <w:t xml:space="preserve">Odborný </w:t>
            </w:r>
            <w:proofErr w:type="gramStart"/>
            <w:r>
              <w:t xml:space="preserve">konzultant:  </w:t>
            </w:r>
            <w:r w:rsidR="004978D4">
              <w:t>Ing.</w:t>
            </w:r>
            <w:proofErr w:type="gramEnd"/>
            <w:r w:rsidR="004978D4">
              <w:t xml:space="preserve"> Ondřej Klapka</w:t>
            </w:r>
          </w:p>
          <w:p w14:paraId="4528304B" w14:textId="4937541B" w:rsidR="004366F7" w:rsidRDefault="004366F7" w:rsidP="004366F7">
            <w:pPr>
              <w:tabs>
                <w:tab w:val="left" w:pos="2268"/>
              </w:tabs>
              <w:spacing w:line="240" w:lineRule="auto"/>
            </w:pPr>
            <w:r>
              <w:tab/>
            </w:r>
          </w:p>
          <w:p w14:paraId="31D195EC" w14:textId="77777777" w:rsidR="004366F7" w:rsidRDefault="004366F7" w:rsidP="004366F7">
            <w:pPr>
              <w:tabs>
                <w:tab w:val="left" w:pos="2268"/>
              </w:tabs>
            </w:pPr>
          </w:p>
          <w:p w14:paraId="50714F0F" w14:textId="77777777" w:rsidR="004366F7" w:rsidRPr="00F05B69" w:rsidRDefault="004366F7" w:rsidP="00DD1CC5"/>
          <w:p w14:paraId="25F2C180" w14:textId="77777777" w:rsidR="00DD1CC5" w:rsidRPr="00F05B69" w:rsidRDefault="00DD1CC5" w:rsidP="00DD1CC5">
            <w:pPr>
              <w:pStyle w:val="Bezmezer"/>
            </w:pPr>
          </w:p>
        </w:tc>
      </w:tr>
      <w:tr w:rsidR="00DD1CC5" w:rsidRPr="00F05B69" w14:paraId="2F8897D9" w14:textId="77777777" w:rsidTr="00DD1CC5">
        <w:trPr>
          <w:gridAfter w:val="1"/>
          <w:wAfter w:w="116" w:type="pct"/>
          <w:trHeight w:val="397"/>
        </w:trPr>
        <w:tc>
          <w:tcPr>
            <w:tcW w:w="2442" w:type="pct"/>
            <w:vAlign w:val="bottom"/>
          </w:tcPr>
          <w:p w14:paraId="37E404B9" w14:textId="77777777" w:rsidR="00DD1CC5" w:rsidRPr="00F05B69" w:rsidRDefault="00DD1CC5" w:rsidP="00DD1CC5">
            <w:r w:rsidRPr="00F05B69">
              <w:t>Hradec Králové</w:t>
            </w:r>
          </w:p>
        </w:tc>
        <w:tc>
          <w:tcPr>
            <w:tcW w:w="2442" w:type="pct"/>
            <w:gridSpan w:val="2"/>
            <w:vAlign w:val="bottom"/>
          </w:tcPr>
          <w:p w14:paraId="4195EBEC" w14:textId="77777777" w:rsidR="00DD1CC5" w:rsidRPr="00F05B69" w:rsidRDefault="00E32031" w:rsidP="004366F7">
            <w:pPr>
              <w:jc w:val="right"/>
            </w:pPr>
            <w:r>
              <w:t>březen</w:t>
            </w:r>
            <w:r w:rsidR="004820CF">
              <w:t xml:space="preserve"> </w:t>
            </w:r>
            <w:r>
              <w:t>2020</w:t>
            </w:r>
          </w:p>
        </w:tc>
      </w:tr>
      <w:tr w:rsidR="00DD1CC5" w:rsidRPr="00F05B69" w14:paraId="237936DE" w14:textId="77777777" w:rsidTr="0004216A">
        <w:trPr>
          <w:trHeight w:val="1280"/>
        </w:trPr>
        <w:tc>
          <w:tcPr>
            <w:tcW w:w="5000" w:type="pct"/>
            <w:gridSpan w:val="4"/>
          </w:tcPr>
          <w:p w14:paraId="263634E1" w14:textId="77777777" w:rsidR="004366F7" w:rsidRDefault="004366F7" w:rsidP="00E30302"/>
          <w:p w14:paraId="08975570" w14:textId="77777777" w:rsidR="004366F7" w:rsidRDefault="004366F7" w:rsidP="00E30302"/>
          <w:p w14:paraId="30B557EB" w14:textId="77777777" w:rsidR="004366F7" w:rsidRDefault="004366F7" w:rsidP="00E30302"/>
          <w:p w14:paraId="37FAAEFC" w14:textId="77777777" w:rsidR="004366F7" w:rsidRDefault="004366F7" w:rsidP="00E30302"/>
          <w:p w14:paraId="2717C081" w14:textId="77777777" w:rsidR="004366F7" w:rsidRDefault="004366F7" w:rsidP="00E30302"/>
          <w:p w14:paraId="5540EF3A" w14:textId="77777777" w:rsidR="004366F7" w:rsidRDefault="004366F7" w:rsidP="00E30302"/>
          <w:p w14:paraId="37266028" w14:textId="77777777" w:rsidR="004366F7" w:rsidRDefault="004366F7" w:rsidP="00E30302"/>
          <w:p w14:paraId="5643C170" w14:textId="77777777" w:rsidR="004366F7" w:rsidRDefault="004366F7" w:rsidP="00E30302"/>
          <w:p w14:paraId="0060B68A" w14:textId="77777777" w:rsidR="004366F7" w:rsidRDefault="004366F7" w:rsidP="00E30302"/>
          <w:p w14:paraId="19477F3D" w14:textId="77777777" w:rsidR="004366F7" w:rsidRDefault="004366F7" w:rsidP="00E30302"/>
          <w:p w14:paraId="66E8F5FD" w14:textId="77777777" w:rsidR="004366F7" w:rsidRDefault="004366F7" w:rsidP="00E30302"/>
          <w:p w14:paraId="1231E747" w14:textId="77777777" w:rsidR="004366F7" w:rsidRDefault="004366F7" w:rsidP="00E30302"/>
          <w:p w14:paraId="1F8237DB" w14:textId="77777777" w:rsidR="004366F7" w:rsidRDefault="004366F7" w:rsidP="00E30302"/>
          <w:p w14:paraId="61A594B6" w14:textId="77777777" w:rsidR="004366F7" w:rsidRDefault="004366F7" w:rsidP="00E30302"/>
          <w:p w14:paraId="28470740" w14:textId="77777777" w:rsidR="004366F7" w:rsidRDefault="004366F7" w:rsidP="00E30302"/>
          <w:p w14:paraId="47EDE2C3" w14:textId="77777777" w:rsidR="004366F7" w:rsidRDefault="004366F7" w:rsidP="00E30302"/>
          <w:p w14:paraId="0C213BBE" w14:textId="77777777" w:rsidR="004366F7" w:rsidRDefault="004366F7" w:rsidP="00E30302"/>
          <w:p w14:paraId="71FDA6E3" w14:textId="77777777" w:rsidR="004366F7" w:rsidRDefault="004366F7" w:rsidP="00E30302"/>
          <w:p w14:paraId="2AF83B84" w14:textId="77777777" w:rsidR="004366F7" w:rsidRDefault="004366F7" w:rsidP="00E30302"/>
          <w:p w14:paraId="101003E8" w14:textId="77777777" w:rsidR="004366F7" w:rsidRDefault="004366F7" w:rsidP="00E30302"/>
          <w:p w14:paraId="5172A3A9" w14:textId="77777777" w:rsidR="004366F7" w:rsidRDefault="004366F7" w:rsidP="00E30302"/>
          <w:p w14:paraId="35FD7611" w14:textId="77777777" w:rsidR="004366F7" w:rsidRDefault="004366F7" w:rsidP="00E30302"/>
          <w:p w14:paraId="57A744B0" w14:textId="77777777" w:rsidR="004366F7" w:rsidRDefault="004366F7" w:rsidP="00E30302"/>
          <w:p w14:paraId="4702FDF6" w14:textId="77777777" w:rsidR="006E20C2" w:rsidRDefault="006E20C2" w:rsidP="00E30302"/>
          <w:p w14:paraId="58D5A107" w14:textId="77777777" w:rsidR="004366F7" w:rsidRDefault="004366F7" w:rsidP="00E30302"/>
          <w:p w14:paraId="168F8182" w14:textId="77777777" w:rsidR="00DD1CC5" w:rsidRPr="00F05B69" w:rsidRDefault="00DD1CC5" w:rsidP="00E30302">
            <w:r w:rsidRPr="00F05B69">
              <w:t>Prohlášení:</w:t>
            </w:r>
          </w:p>
          <w:p w14:paraId="1A680449" w14:textId="31DBE868" w:rsidR="00DD1CC5" w:rsidRPr="00F05B69" w:rsidRDefault="00DD1CC5" w:rsidP="004820CF">
            <w:pPr>
              <w:ind w:firstLine="708"/>
            </w:pPr>
            <w:r w:rsidRPr="00F05B69">
              <w:t xml:space="preserve">Prohlašuji, že jsem </w:t>
            </w:r>
            <w:r w:rsidR="00BC066D">
              <w:t>bakalářskou</w:t>
            </w:r>
            <w:r w:rsidR="004820CF">
              <w:t xml:space="preserve"> </w:t>
            </w:r>
            <w:r w:rsidRPr="00F05B69">
              <w:t xml:space="preserve">práci </w:t>
            </w:r>
            <w:r w:rsidR="00BC066D">
              <w:t>zpracoval</w:t>
            </w:r>
            <w:r w:rsidR="004820CF">
              <w:t xml:space="preserve"> </w:t>
            </w:r>
            <w:r w:rsidRPr="00F05B69">
              <w:t>samostatně a</w:t>
            </w:r>
            <w:r>
              <w:t xml:space="preserve"> </w:t>
            </w:r>
            <w:r w:rsidRPr="00F05B69">
              <w:t>s použitím uvedené literatury.</w:t>
            </w:r>
            <w:r w:rsidRPr="00F05B69">
              <w:rPr>
                <w:sz w:val="22"/>
                <w:szCs w:val="22"/>
              </w:rPr>
              <w:br w:type="page"/>
            </w:r>
          </w:p>
        </w:tc>
      </w:tr>
      <w:tr w:rsidR="00DD1CC5" w:rsidRPr="00F05B69" w14:paraId="6115FADA" w14:textId="77777777" w:rsidTr="00DD1CC5">
        <w:trPr>
          <w:trHeight w:val="1417"/>
        </w:trPr>
        <w:tc>
          <w:tcPr>
            <w:tcW w:w="2500" w:type="pct"/>
            <w:gridSpan w:val="2"/>
            <w:vAlign w:val="bottom"/>
          </w:tcPr>
          <w:p w14:paraId="7C3AAE06" w14:textId="5F6EFF7B" w:rsidR="00DD1CC5" w:rsidRPr="00F05B69" w:rsidRDefault="00DD1CC5" w:rsidP="004366F7">
            <w:r w:rsidRPr="00F05B69">
              <w:t>V Hradci Králové dne</w:t>
            </w:r>
            <w:r w:rsidR="00530F78">
              <w:t xml:space="preserve"> </w:t>
            </w:r>
            <w:r w:rsidR="004366F7">
              <w:fldChar w:fldCharType="begin"/>
            </w:r>
            <w:r w:rsidR="004366F7">
              <w:instrText xml:space="preserve"> TIME \@ "d.M.yyyy" </w:instrText>
            </w:r>
            <w:r w:rsidR="004366F7">
              <w:fldChar w:fldCharType="separate"/>
            </w:r>
            <w:r w:rsidR="00691D15">
              <w:rPr>
                <w:noProof/>
              </w:rPr>
              <w:t>10.4.2020</w:t>
            </w:r>
            <w:r w:rsidR="004366F7">
              <w:fldChar w:fldCharType="end"/>
            </w:r>
          </w:p>
        </w:tc>
        <w:tc>
          <w:tcPr>
            <w:tcW w:w="2500" w:type="pct"/>
            <w:gridSpan w:val="2"/>
            <w:vAlign w:val="bottom"/>
          </w:tcPr>
          <w:p w14:paraId="2C47FF32" w14:textId="77777777" w:rsidR="00DD1CC5" w:rsidRPr="00F05B69" w:rsidRDefault="001318D4" w:rsidP="00DD1CC5">
            <w:pPr>
              <w:jc w:val="center"/>
            </w:pPr>
            <w:r>
              <w:t>František Hylmar</w:t>
            </w:r>
          </w:p>
        </w:tc>
      </w:tr>
      <w:tr w:rsidR="00DD1CC5" w:rsidRPr="00F05B69" w14:paraId="2E019D7B" w14:textId="77777777" w:rsidTr="005640CC">
        <w:trPr>
          <w:trHeight w:val="13946"/>
        </w:trPr>
        <w:tc>
          <w:tcPr>
            <w:tcW w:w="4999" w:type="pct"/>
            <w:gridSpan w:val="4"/>
            <w:vAlign w:val="bottom"/>
          </w:tcPr>
          <w:p w14:paraId="2345674C" w14:textId="77777777" w:rsidR="004366F7" w:rsidRDefault="004366F7" w:rsidP="005640CC"/>
          <w:p w14:paraId="389889E1" w14:textId="77777777" w:rsidR="004366F7" w:rsidRDefault="004366F7" w:rsidP="005640CC"/>
          <w:p w14:paraId="4EEE4A37" w14:textId="77777777" w:rsidR="004366F7" w:rsidRDefault="004366F7" w:rsidP="005640CC"/>
          <w:p w14:paraId="26A1F2C7" w14:textId="77777777" w:rsidR="004366F7" w:rsidRDefault="004366F7" w:rsidP="005640CC"/>
          <w:p w14:paraId="2DEB8B1E" w14:textId="77777777" w:rsidR="004366F7" w:rsidRDefault="004366F7" w:rsidP="005640CC"/>
          <w:p w14:paraId="4044DB09" w14:textId="77777777" w:rsidR="004366F7" w:rsidRDefault="004366F7" w:rsidP="005640CC"/>
          <w:p w14:paraId="2C93B9A5" w14:textId="77777777" w:rsidR="004366F7" w:rsidRDefault="004366F7" w:rsidP="005640CC"/>
          <w:p w14:paraId="3A45AC75" w14:textId="77777777" w:rsidR="004366F7" w:rsidRDefault="004366F7" w:rsidP="005640CC"/>
          <w:p w14:paraId="1DF5E337" w14:textId="77777777" w:rsidR="004366F7" w:rsidRDefault="004366F7" w:rsidP="005640CC"/>
          <w:p w14:paraId="7D1A7F3B" w14:textId="77777777" w:rsidR="004366F7" w:rsidRDefault="004366F7" w:rsidP="005640CC"/>
          <w:p w14:paraId="7C8FFADB" w14:textId="77777777" w:rsidR="004366F7" w:rsidRDefault="004366F7" w:rsidP="005640CC"/>
          <w:p w14:paraId="3A97B0A6" w14:textId="77777777" w:rsidR="004366F7" w:rsidRDefault="004366F7" w:rsidP="005640CC"/>
          <w:p w14:paraId="6860AB57" w14:textId="77777777" w:rsidR="004366F7" w:rsidRDefault="004366F7" w:rsidP="005640CC"/>
          <w:p w14:paraId="5F9A1D0B" w14:textId="77777777" w:rsidR="004366F7" w:rsidRDefault="004366F7" w:rsidP="005640CC"/>
          <w:p w14:paraId="3659132D" w14:textId="77777777" w:rsidR="004366F7" w:rsidRDefault="004366F7" w:rsidP="005640CC"/>
          <w:p w14:paraId="12417992" w14:textId="77777777" w:rsidR="004366F7" w:rsidRDefault="004366F7" w:rsidP="005640CC"/>
          <w:p w14:paraId="74E18FCE" w14:textId="77777777" w:rsidR="004366F7" w:rsidRDefault="004366F7" w:rsidP="005640CC"/>
          <w:p w14:paraId="0C56D3C4" w14:textId="77777777" w:rsidR="004366F7" w:rsidRDefault="004366F7" w:rsidP="005640CC"/>
          <w:p w14:paraId="7A06B87A" w14:textId="77777777" w:rsidR="004366F7" w:rsidRDefault="004366F7" w:rsidP="005640CC"/>
          <w:p w14:paraId="6EE01BF3" w14:textId="77777777" w:rsidR="004366F7" w:rsidRDefault="004366F7" w:rsidP="005640CC"/>
          <w:p w14:paraId="269D2E64" w14:textId="77777777" w:rsidR="004366F7" w:rsidRDefault="004366F7" w:rsidP="005640CC"/>
          <w:p w14:paraId="77098891" w14:textId="77777777" w:rsidR="004366F7" w:rsidRDefault="004366F7" w:rsidP="005640CC"/>
          <w:p w14:paraId="43C92580" w14:textId="77777777" w:rsidR="004366F7" w:rsidRDefault="004366F7" w:rsidP="005640CC"/>
          <w:p w14:paraId="16B07F09" w14:textId="77777777" w:rsidR="004366F7" w:rsidRDefault="004366F7" w:rsidP="005640CC"/>
          <w:p w14:paraId="0C064674" w14:textId="77777777" w:rsidR="004366F7" w:rsidRDefault="004366F7" w:rsidP="005640CC"/>
          <w:p w14:paraId="67C97CDF" w14:textId="77777777" w:rsidR="004366F7" w:rsidRDefault="004366F7" w:rsidP="005640CC"/>
          <w:p w14:paraId="37C861B6" w14:textId="77777777" w:rsidR="004366F7" w:rsidRDefault="004366F7" w:rsidP="005640CC"/>
          <w:p w14:paraId="1D594FC5" w14:textId="77777777" w:rsidR="00DD1CC5" w:rsidRPr="00F05B69" w:rsidRDefault="00DD1CC5" w:rsidP="005640CC">
            <w:r w:rsidRPr="00F05B69">
              <w:t>Poděkování:</w:t>
            </w:r>
          </w:p>
          <w:p w14:paraId="06560B71" w14:textId="65641C63" w:rsidR="00DD1CC5" w:rsidRPr="00F05B69" w:rsidRDefault="00DD1CC5" w:rsidP="004820CF">
            <w:pPr>
              <w:ind w:firstLine="708"/>
            </w:pPr>
            <w:r w:rsidRPr="00F05B69">
              <w:t>Děkuji vedoucímu</w:t>
            </w:r>
            <w:r w:rsidR="004820CF">
              <w:t xml:space="preserve"> </w:t>
            </w:r>
            <w:r w:rsidR="00BC066D">
              <w:t>bakalářské</w:t>
            </w:r>
            <w:r w:rsidRPr="00F05B69">
              <w:t xml:space="preserve"> práce </w:t>
            </w:r>
            <w:r w:rsidR="00C53F4A" w:rsidRPr="00A957E6">
              <w:rPr>
                <w:rFonts w:asciiTheme="majorHAnsi" w:eastAsia="Calibri" w:hAnsiTheme="majorHAnsi" w:cs="Segoe UI"/>
                <w:color w:val="000000"/>
                <w:lang w:eastAsia="cs-CZ" w:bidi="ar-SA"/>
              </w:rPr>
              <w:t>prof. RNDr. PhDr. Antonín</w:t>
            </w:r>
            <w:r w:rsidR="00C53F4A">
              <w:rPr>
                <w:rFonts w:asciiTheme="majorHAnsi" w:eastAsia="Calibri" w:hAnsiTheme="majorHAnsi" w:cs="Segoe UI"/>
                <w:color w:val="000000"/>
                <w:lang w:eastAsia="cs-CZ" w:bidi="ar-SA"/>
              </w:rPr>
              <w:t>u</w:t>
            </w:r>
            <w:r w:rsidR="00C53F4A" w:rsidRPr="00A957E6">
              <w:rPr>
                <w:rFonts w:asciiTheme="majorHAnsi" w:eastAsia="Calibri" w:hAnsiTheme="majorHAnsi" w:cs="Segoe UI"/>
                <w:color w:val="000000"/>
                <w:lang w:eastAsia="cs-CZ" w:bidi="ar-SA"/>
              </w:rPr>
              <w:t xml:space="preserve"> Slab</w:t>
            </w:r>
            <w:r w:rsidR="00C53F4A">
              <w:rPr>
                <w:rFonts w:asciiTheme="majorHAnsi" w:eastAsia="Calibri" w:hAnsiTheme="majorHAnsi" w:cs="Segoe UI"/>
                <w:color w:val="000000"/>
                <w:lang w:eastAsia="cs-CZ" w:bidi="ar-SA"/>
              </w:rPr>
              <w:t>ému</w:t>
            </w:r>
            <w:r w:rsidR="00C53F4A" w:rsidRPr="00A957E6">
              <w:rPr>
                <w:rFonts w:asciiTheme="majorHAnsi" w:eastAsia="Calibri" w:hAnsiTheme="majorHAnsi" w:cs="Segoe UI"/>
                <w:color w:val="000000"/>
                <w:lang w:eastAsia="cs-CZ" w:bidi="ar-SA"/>
              </w:rPr>
              <w:t>, CSc.</w:t>
            </w:r>
            <w:r w:rsidRPr="00F05B69">
              <w:t xml:space="preserve"> za</w:t>
            </w:r>
            <w:r w:rsidR="004366F7">
              <w:t xml:space="preserve"> </w:t>
            </w:r>
            <w:r w:rsidRPr="00F05B69">
              <w:t xml:space="preserve">metodické </w:t>
            </w:r>
            <w:r w:rsidR="004366F7">
              <w:t>vedení práce a</w:t>
            </w:r>
            <w:r w:rsidR="006E5DBD">
              <w:t xml:space="preserve"> </w:t>
            </w:r>
            <w:r w:rsidR="00CC775C">
              <w:t xml:space="preserve">neocenitelnou </w:t>
            </w:r>
            <w:r w:rsidR="006E5DBD">
              <w:t>pomoc při její tvorbě.</w:t>
            </w:r>
          </w:p>
        </w:tc>
      </w:tr>
    </w:tbl>
    <w:p w14:paraId="0F0350B4" w14:textId="77777777" w:rsidR="00D122B2" w:rsidRDefault="00D122B2" w:rsidP="00F90072">
      <w:pPr>
        <w:sectPr w:rsidR="00D122B2" w:rsidSect="00FC3E01">
          <w:footerReference w:type="default" r:id="rId8"/>
          <w:pgSz w:w="11906" w:h="16838"/>
          <w:pgMar w:top="1701" w:right="1701" w:bottom="1701" w:left="1701" w:header="709" w:footer="709" w:gutter="0"/>
          <w:cols w:space="708"/>
          <w:docGrid w:linePitch="360"/>
        </w:sectPr>
      </w:pPr>
    </w:p>
    <w:p w14:paraId="0D3BB4C7" w14:textId="77777777" w:rsidR="00240C6E" w:rsidRDefault="00240C6E" w:rsidP="00FC3E01">
      <w:pPr>
        <w:pStyle w:val="NadpisX"/>
      </w:pPr>
      <w:r>
        <w:lastRenderedPageBreak/>
        <w:t>Anotace</w:t>
      </w:r>
    </w:p>
    <w:p w14:paraId="0E1910FE" w14:textId="279383E2" w:rsidR="004820CF" w:rsidRDefault="003C5761" w:rsidP="00FC3E01">
      <w:pPr>
        <w:pStyle w:val="NadpisX"/>
        <w:rPr>
          <w:rFonts w:ascii="Cambria" w:hAnsi="Cambria"/>
          <w:b w:val="0"/>
          <w:sz w:val="24"/>
        </w:rPr>
      </w:pPr>
      <w:r w:rsidRPr="003C5761">
        <w:rPr>
          <w:rFonts w:ascii="Cambria" w:hAnsi="Cambria"/>
          <w:b w:val="0"/>
          <w:sz w:val="24"/>
        </w:rPr>
        <w:t xml:space="preserve">Bakalářská práce se zaměřuje na aplikaci postupů strojového učení na velké objemy dat pomocí platformy </w:t>
      </w:r>
      <w:proofErr w:type="spellStart"/>
      <w:r w:rsidRPr="003C5761">
        <w:rPr>
          <w:rFonts w:ascii="Cambria" w:hAnsi="Cambria"/>
          <w:b w:val="0"/>
          <w:sz w:val="24"/>
        </w:rPr>
        <w:t>Apache</w:t>
      </w:r>
      <w:proofErr w:type="spellEnd"/>
      <w:r w:rsidRPr="003C5761">
        <w:rPr>
          <w:rFonts w:ascii="Cambria" w:hAnsi="Cambria"/>
          <w:b w:val="0"/>
          <w:sz w:val="24"/>
        </w:rPr>
        <w:t xml:space="preserve"> </w:t>
      </w:r>
      <w:proofErr w:type="spellStart"/>
      <w:r w:rsidRPr="003C5761">
        <w:rPr>
          <w:rFonts w:ascii="Cambria" w:hAnsi="Cambria"/>
          <w:b w:val="0"/>
          <w:sz w:val="24"/>
        </w:rPr>
        <w:t>Spark</w:t>
      </w:r>
      <w:proofErr w:type="spellEnd"/>
      <w:r w:rsidRPr="003C5761">
        <w:rPr>
          <w:rFonts w:ascii="Cambria" w:hAnsi="Cambria"/>
          <w:b w:val="0"/>
          <w:sz w:val="24"/>
        </w:rPr>
        <w:t xml:space="preserve">. V práci jsou popsány metody doporučování produktů pomocí algoritmů pro kolaborativní filtrování. Vybraný algoritmus je implementovaný v programovacím jazyce </w:t>
      </w:r>
      <w:proofErr w:type="spellStart"/>
      <w:r w:rsidRPr="003C5761">
        <w:rPr>
          <w:rFonts w:ascii="Cambria" w:hAnsi="Cambria"/>
          <w:b w:val="0"/>
          <w:sz w:val="24"/>
        </w:rPr>
        <w:t>Scala</w:t>
      </w:r>
      <w:proofErr w:type="spellEnd"/>
      <w:r w:rsidRPr="003C5761">
        <w:rPr>
          <w:rFonts w:ascii="Cambria" w:hAnsi="Cambria"/>
          <w:b w:val="0"/>
          <w:sz w:val="24"/>
        </w:rPr>
        <w:t xml:space="preserve"> a nasazen na virtuální </w:t>
      </w:r>
      <w:proofErr w:type="spellStart"/>
      <w:r w:rsidRPr="003C5761">
        <w:rPr>
          <w:rFonts w:ascii="Cambria" w:hAnsi="Cambria"/>
          <w:b w:val="0"/>
          <w:sz w:val="24"/>
        </w:rPr>
        <w:t>Hadoop</w:t>
      </w:r>
      <w:proofErr w:type="spellEnd"/>
      <w:r w:rsidRPr="003C5761">
        <w:rPr>
          <w:rFonts w:ascii="Cambria" w:hAnsi="Cambria"/>
          <w:b w:val="0"/>
          <w:sz w:val="24"/>
        </w:rPr>
        <w:t xml:space="preserve"> </w:t>
      </w:r>
      <w:proofErr w:type="spellStart"/>
      <w:r w:rsidRPr="003C5761">
        <w:rPr>
          <w:rFonts w:ascii="Cambria" w:hAnsi="Cambria"/>
          <w:b w:val="0"/>
          <w:sz w:val="24"/>
        </w:rPr>
        <w:t>clustr</w:t>
      </w:r>
      <w:proofErr w:type="spellEnd"/>
      <w:r w:rsidRPr="003C5761">
        <w:rPr>
          <w:rFonts w:ascii="Cambria" w:hAnsi="Cambria"/>
          <w:b w:val="0"/>
          <w:sz w:val="24"/>
        </w:rPr>
        <w:t xml:space="preserve">. Pro </w:t>
      </w:r>
      <w:proofErr w:type="spellStart"/>
      <w:r w:rsidRPr="003C5761">
        <w:rPr>
          <w:rFonts w:ascii="Cambria" w:hAnsi="Cambria"/>
          <w:b w:val="0"/>
          <w:sz w:val="24"/>
        </w:rPr>
        <w:t>dataset</w:t>
      </w:r>
      <w:proofErr w:type="spellEnd"/>
      <w:r w:rsidRPr="003C5761">
        <w:rPr>
          <w:rFonts w:ascii="Cambria" w:hAnsi="Cambria"/>
          <w:b w:val="0"/>
          <w:sz w:val="24"/>
        </w:rPr>
        <w:t xml:space="preserve"> obsahující implicitní data o poslechu hudebních interpretů je na základě implementovaného algoritmu vytrénován a optimalizován příslušný model. Přesnost predikcí modelu je následně ohodnocena jak strojově</w:t>
      </w:r>
      <w:r w:rsidR="003B7F15">
        <w:rPr>
          <w:rFonts w:ascii="Cambria" w:hAnsi="Cambria"/>
          <w:b w:val="0"/>
          <w:sz w:val="24"/>
        </w:rPr>
        <w:t>,</w:t>
      </w:r>
      <w:r w:rsidRPr="003C5761">
        <w:rPr>
          <w:rFonts w:ascii="Cambria" w:hAnsi="Cambria"/>
          <w:b w:val="0"/>
          <w:sz w:val="24"/>
        </w:rPr>
        <w:t xml:space="preserve"> tak i manuálně.</w:t>
      </w:r>
    </w:p>
    <w:p w14:paraId="60934FBC" w14:textId="77777777" w:rsidR="00072815" w:rsidRPr="00072815" w:rsidRDefault="00072815" w:rsidP="00072815"/>
    <w:p w14:paraId="72AD8609" w14:textId="77777777" w:rsidR="00240C6E" w:rsidRDefault="00240C6E" w:rsidP="00FC3E01">
      <w:pPr>
        <w:pStyle w:val="NadpisX"/>
        <w:rPr>
          <w:lang w:val="en-US"/>
        </w:rPr>
      </w:pPr>
      <w:r w:rsidRPr="004366F7">
        <w:rPr>
          <w:lang w:val="en-US"/>
        </w:rPr>
        <w:t>Annotation</w:t>
      </w:r>
    </w:p>
    <w:p w14:paraId="05FBF618" w14:textId="77777777" w:rsidR="006E20C2" w:rsidRPr="006E20C2" w:rsidRDefault="006E20C2" w:rsidP="006E20C2">
      <w:pPr>
        <w:rPr>
          <w:lang w:val="en-US"/>
        </w:rPr>
      </w:pPr>
    </w:p>
    <w:p w14:paraId="2E1C9CB5" w14:textId="0AF9EF8F" w:rsidR="00240C6E" w:rsidRPr="004366F7" w:rsidRDefault="00240C6E" w:rsidP="00FC3E01">
      <w:pPr>
        <w:pStyle w:val="NadpisX"/>
        <w:rPr>
          <w:sz w:val="28"/>
          <w:lang w:val="en-US"/>
        </w:rPr>
      </w:pPr>
      <w:r w:rsidRPr="004366F7">
        <w:rPr>
          <w:sz w:val="28"/>
          <w:lang w:val="en-US"/>
        </w:rPr>
        <w:t>Title:</w:t>
      </w:r>
      <w:r w:rsidR="0085461A" w:rsidRPr="004366F7">
        <w:rPr>
          <w:sz w:val="28"/>
          <w:lang w:val="en-US"/>
        </w:rPr>
        <w:t xml:space="preserve"> </w:t>
      </w:r>
      <w:r w:rsidR="00182C16">
        <w:rPr>
          <w:sz w:val="28"/>
          <w:lang w:val="en-US"/>
        </w:rPr>
        <w:t>Machine Learning with Apache Spark</w:t>
      </w:r>
    </w:p>
    <w:p w14:paraId="1AB4A91E" w14:textId="77777777" w:rsidR="004366F7" w:rsidRPr="004366F7" w:rsidRDefault="004366F7" w:rsidP="004366F7">
      <w:pPr>
        <w:autoSpaceDE w:val="0"/>
        <w:autoSpaceDN w:val="0"/>
        <w:adjustRightInd w:val="0"/>
        <w:spacing w:line="240" w:lineRule="auto"/>
        <w:rPr>
          <w:lang w:val="en-US"/>
        </w:rPr>
      </w:pPr>
    </w:p>
    <w:p w14:paraId="6F413A14" w14:textId="5E9049F7" w:rsidR="00240C6E" w:rsidRDefault="00C10155" w:rsidP="00C67DF5">
      <w:pPr>
        <w:spacing w:after="200"/>
      </w:pPr>
      <w:r w:rsidRPr="00C10155">
        <w:rPr>
          <w:lang w:val="en-US"/>
        </w:rPr>
        <w:t>This bachelor thesis focuses on the application of machine learning procedures to large volumes of data using the Apache Spark platform. This work describes methods of product recommendation using collaborative filtering algorithms. Selected algorithm is implemented in Scala programming language and deployed on virtual Hadoop cluster. For a dataset containing implicit music data, the model is trained and optimized based on the implemented algorithm. The accuracy of model predictions is then evaluated both automatically and manually.</w:t>
      </w:r>
    </w:p>
    <w:bookmarkEnd w:id="0"/>
    <w:bookmarkEnd w:id="1"/>
    <w:p w14:paraId="345DF11A" w14:textId="77777777" w:rsidR="00240C6E" w:rsidRDefault="00240C6E" w:rsidP="00240C6E">
      <w:pPr>
        <w:spacing w:after="200" w:line="276" w:lineRule="auto"/>
      </w:pPr>
    </w:p>
    <w:sectPr w:rsidR="00240C6E" w:rsidSect="009019BF">
      <w:headerReference w:type="default" r:id="rId9"/>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F9665" w14:textId="77777777" w:rsidR="0098098F" w:rsidRDefault="0098098F" w:rsidP="003A3689">
      <w:pPr>
        <w:spacing w:line="240" w:lineRule="auto"/>
      </w:pPr>
      <w:r>
        <w:separator/>
      </w:r>
    </w:p>
    <w:p w14:paraId="6319974D" w14:textId="77777777" w:rsidR="0098098F" w:rsidRDefault="0098098F"/>
  </w:endnote>
  <w:endnote w:type="continuationSeparator" w:id="0">
    <w:p w14:paraId="7165DF8A" w14:textId="77777777" w:rsidR="0098098F" w:rsidRDefault="0098098F" w:rsidP="003A3689">
      <w:pPr>
        <w:spacing w:line="240" w:lineRule="auto"/>
      </w:pPr>
      <w:r>
        <w:continuationSeparator/>
      </w:r>
    </w:p>
    <w:p w14:paraId="6C3D9802" w14:textId="77777777" w:rsidR="0098098F" w:rsidRDefault="00980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964F8" w14:textId="77777777" w:rsidR="00795100" w:rsidRDefault="00795100">
    <w:pPr>
      <w:pStyle w:val="Zpat"/>
      <w:jc w:val="center"/>
    </w:pPr>
  </w:p>
  <w:p w14:paraId="1C836725" w14:textId="77777777" w:rsidR="00795100" w:rsidRDefault="007951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CE4FB" w14:textId="77777777" w:rsidR="0098098F" w:rsidRDefault="0098098F" w:rsidP="003A3689">
      <w:pPr>
        <w:spacing w:line="240" w:lineRule="auto"/>
      </w:pPr>
      <w:r>
        <w:separator/>
      </w:r>
    </w:p>
    <w:p w14:paraId="44096313" w14:textId="77777777" w:rsidR="0098098F" w:rsidRDefault="0098098F"/>
  </w:footnote>
  <w:footnote w:type="continuationSeparator" w:id="0">
    <w:p w14:paraId="7B48A97C" w14:textId="77777777" w:rsidR="0098098F" w:rsidRDefault="0098098F" w:rsidP="003A3689">
      <w:pPr>
        <w:spacing w:line="240" w:lineRule="auto"/>
      </w:pPr>
      <w:r>
        <w:continuationSeparator/>
      </w:r>
    </w:p>
    <w:p w14:paraId="2D9AF3CF" w14:textId="77777777" w:rsidR="0098098F" w:rsidRDefault="009809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70254" w14:textId="77777777" w:rsidR="001911AC" w:rsidRDefault="001911AC" w:rsidP="008201AF">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B5E"/>
    <w:multiLevelType w:val="hybridMultilevel"/>
    <w:tmpl w:val="34805B8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EA5EB2"/>
    <w:multiLevelType w:val="hybridMultilevel"/>
    <w:tmpl w:val="141607AE"/>
    <w:lvl w:ilvl="0" w:tplc="AC4422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E927D4"/>
    <w:multiLevelType w:val="hybridMultilevel"/>
    <w:tmpl w:val="552CF05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E4116BE"/>
    <w:multiLevelType w:val="hybridMultilevel"/>
    <w:tmpl w:val="4CA8417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F4C1C1F"/>
    <w:multiLevelType w:val="hybridMultilevel"/>
    <w:tmpl w:val="3460BE8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14F3334"/>
    <w:multiLevelType w:val="hybridMultilevel"/>
    <w:tmpl w:val="38CEC6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5D10AB9"/>
    <w:multiLevelType w:val="hybridMultilevel"/>
    <w:tmpl w:val="0DBE822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7506C25"/>
    <w:multiLevelType w:val="hybridMultilevel"/>
    <w:tmpl w:val="39CA7D9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7510F16"/>
    <w:multiLevelType w:val="hybridMultilevel"/>
    <w:tmpl w:val="0832BF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9205F6A"/>
    <w:multiLevelType w:val="hybridMultilevel"/>
    <w:tmpl w:val="141607AE"/>
    <w:lvl w:ilvl="0" w:tplc="AC4422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4D2E42"/>
    <w:multiLevelType w:val="hybridMultilevel"/>
    <w:tmpl w:val="96326EA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D0A1FDC"/>
    <w:multiLevelType w:val="hybridMultilevel"/>
    <w:tmpl w:val="0A00F24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E25032D"/>
    <w:multiLevelType w:val="hybridMultilevel"/>
    <w:tmpl w:val="E6F8700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1831D9A"/>
    <w:multiLevelType w:val="hybridMultilevel"/>
    <w:tmpl w:val="C1686158"/>
    <w:lvl w:ilvl="0" w:tplc="04050001">
      <w:start w:val="1"/>
      <w:numFmt w:val="bullet"/>
      <w:lvlText w:val=""/>
      <w:lvlJc w:val="left"/>
      <w:pPr>
        <w:ind w:left="1291" w:hanging="360"/>
      </w:pPr>
      <w:rPr>
        <w:rFonts w:ascii="Symbol" w:hAnsi="Symbol" w:hint="default"/>
      </w:rPr>
    </w:lvl>
    <w:lvl w:ilvl="1" w:tplc="04050003" w:tentative="1">
      <w:start w:val="1"/>
      <w:numFmt w:val="bullet"/>
      <w:lvlText w:val="o"/>
      <w:lvlJc w:val="left"/>
      <w:pPr>
        <w:ind w:left="2011" w:hanging="360"/>
      </w:pPr>
      <w:rPr>
        <w:rFonts w:ascii="Courier New" w:hAnsi="Courier New" w:cs="Courier New" w:hint="default"/>
      </w:rPr>
    </w:lvl>
    <w:lvl w:ilvl="2" w:tplc="04050005" w:tentative="1">
      <w:start w:val="1"/>
      <w:numFmt w:val="bullet"/>
      <w:lvlText w:val=""/>
      <w:lvlJc w:val="left"/>
      <w:pPr>
        <w:ind w:left="2731" w:hanging="360"/>
      </w:pPr>
      <w:rPr>
        <w:rFonts w:ascii="Wingdings" w:hAnsi="Wingdings" w:hint="default"/>
      </w:rPr>
    </w:lvl>
    <w:lvl w:ilvl="3" w:tplc="04050001" w:tentative="1">
      <w:start w:val="1"/>
      <w:numFmt w:val="bullet"/>
      <w:lvlText w:val=""/>
      <w:lvlJc w:val="left"/>
      <w:pPr>
        <w:ind w:left="3451" w:hanging="360"/>
      </w:pPr>
      <w:rPr>
        <w:rFonts w:ascii="Symbol" w:hAnsi="Symbol" w:hint="default"/>
      </w:rPr>
    </w:lvl>
    <w:lvl w:ilvl="4" w:tplc="04050003" w:tentative="1">
      <w:start w:val="1"/>
      <w:numFmt w:val="bullet"/>
      <w:lvlText w:val="o"/>
      <w:lvlJc w:val="left"/>
      <w:pPr>
        <w:ind w:left="4171" w:hanging="360"/>
      </w:pPr>
      <w:rPr>
        <w:rFonts w:ascii="Courier New" w:hAnsi="Courier New" w:cs="Courier New" w:hint="default"/>
      </w:rPr>
    </w:lvl>
    <w:lvl w:ilvl="5" w:tplc="04050005" w:tentative="1">
      <w:start w:val="1"/>
      <w:numFmt w:val="bullet"/>
      <w:lvlText w:val=""/>
      <w:lvlJc w:val="left"/>
      <w:pPr>
        <w:ind w:left="4891" w:hanging="360"/>
      </w:pPr>
      <w:rPr>
        <w:rFonts w:ascii="Wingdings" w:hAnsi="Wingdings" w:hint="default"/>
      </w:rPr>
    </w:lvl>
    <w:lvl w:ilvl="6" w:tplc="04050001" w:tentative="1">
      <w:start w:val="1"/>
      <w:numFmt w:val="bullet"/>
      <w:lvlText w:val=""/>
      <w:lvlJc w:val="left"/>
      <w:pPr>
        <w:ind w:left="5611" w:hanging="360"/>
      </w:pPr>
      <w:rPr>
        <w:rFonts w:ascii="Symbol" w:hAnsi="Symbol" w:hint="default"/>
      </w:rPr>
    </w:lvl>
    <w:lvl w:ilvl="7" w:tplc="04050003" w:tentative="1">
      <w:start w:val="1"/>
      <w:numFmt w:val="bullet"/>
      <w:lvlText w:val="o"/>
      <w:lvlJc w:val="left"/>
      <w:pPr>
        <w:ind w:left="6331" w:hanging="360"/>
      </w:pPr>
      <w:rPr>
        <w:rFonts w:ascii="Courier New" w:hAnsi="Courier New" w:cs="Courier New" w:hint="default"/>
      </w:rPr>
    </w:lvl>
    <w:lvl w:ilvl="8" w:tplc="04050005" w:tentative="1">
      <w:start w:val="1"/>
      <w:numFmt w:val="bullet"/>
      <w:lvlText w:val=""/>
      <w:lvlJc w:val="left"/>
      <w:pPr>
        <w:ind w:left="7051" w:hanging="360"/>
      </w:pPr>
      <w:rPr>
        <w:rFonts w:ascii="Wingdings" w:hAnsi="Wingdings" w:hint="default"/>
      </w:rPr>
    </w:lvl>
  </w:abstractNum>
  <w:abstractNum w:abstractNumId="14" w15:restartNumberingAfterBreak="0">
    <w:nsid w:val="31A40AC8"/>
    <w:multiLevelType w:val="hybridMultilevel"/>
    <w:tmpl w:val="9104F016"/>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5" w15:restartNumberingAfterBreak="0">
    <w:nsid w:val="32E06F72"/>
    <w:multiLevelType w:val="hybridMultilevel"/>
    <w:tmpl w:val="5F7A6A9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3622062B"/>
    <w:multiLevelType w:val="hybridMultilevel"/>
    <w:tmpl w:val="6212E21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1812C4EC">
      <w:numFmt w:val="bullet"/>
      <w:lvlText w:val="-"/>
      <w:lvlJc w:val="left"/>
      <w:pPr>
        <w:ind w:left="2727" w:hanging="360"/>
      </w:pPr>
      <w:rPr>
        <w:rFonts w:ascii="Cambria" w:eastAsia="Times New Roman" w:hAnsi="Cambria" w:cs="Times New Roman"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62E369D"/>
    <w:multiLevelType w:val="hybridMultilevel"/>
    <w:tmpl w:val="AB1006E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36D54D04"/>
    <w:multiLevelType w:val="hybridMultilevel"/>
    <w:tmpl w:val="89761B3C"/>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38031D00"/>
    <w:multiLevelType w:val="hybridMultilevel"/>
    <w:tmpl w:val="9B38189C"/>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4661359F"/>
    <w:multiLevelType w:val="hybridMultilevel"/>
    <w:tmpl w:val="8BDE58D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47694CD0"/>
    <w:multiLevelType w:val="hybridMultilevel"/>
    <w:tmpl w:val="141607AE"/>
    <w:lvl w:ilvl="0" w:tplc="AC4422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D451341"/>
    <w:multiLevelType w:val="multilevel"/>
    <w:tmpl w:val="891ECDD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51450E35"/>
    <w:multiLevelType w:val="hybridMultilevel"/>
    <w:tmpl w:val="5238C8C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F9A61EF"/>
    <w:multiLevelType w:val="hybridMultilevel"/>
    <w:tmpl w:val="141607AE"/>
    <w:lvl w:ilvl="0" w:tplc="AC4422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147B7F"/>
    <w:multiLevelType w:val="hybridMultilevel"/>
    <w:tmpl w:val="FE7EAD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667A1900"/>
    <w:multiLevelType w:val="hybridMultilevel"/>
    <w:tmpl w:val="B9741A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15D4317"/>
    <w:multiLevelType w:val="hybridMultilevel"/>
    <w:tmpl w:val="141607AE"/>
    <w:lvl w:ilvl="0" w:tplc="AC4422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995159"/>
    <w:multiLevelType w:val="hybridMultilevel"/>
    <w:tmpl w:val="3636FEF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7CB7753"/>
    <w:multiLevelType w:val="hybridMultilevel"/>
    <w:tmpl w:val="F4108A2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A810617"/>
    <w:multiLevelType w:val="hybridMultilevel"/>
    <w:tmpl w:val="C46E5E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B0D6F71"/>
    <w:multiLevelType w:val="hybridMultilevel"/>
    <w:tmpl w:val="139CC7EC"/>
    <w:lvl w:ilvl="0" w:tplc="04050001">
      <w:start w:val="1"/>
      <w:numFmt w:val="bullet"/>
      <w:lvlText w:val=""/>
      <w:lvlJc w:val="left"/>
      <w:pPr>
        <w:ind w:left="1345" w:hanging="360"/>
      </w:pPr>
      <w:rPr>
        <w:rFonts w:ascii="Symbol" w:hAnsi="Symbol" w:hint="default"/>
      </w:rPr>
    </w:lvl>
    <w:lvl w:ilvl="1" w:tplc="04050003" w:tentative="1">
      <w:start w:val="1"/>
      <w:numFmt w:val="bullet"/>
      <w:lvlText w:val="o"/>
      <w:lvlJc w:val="left"/>
      <w:pPr>
        <w:ind w:left="2065" w:hanging="360"/>
      </w:pPr>
      <w:rPr>
        <w:rFonts w:ascii="Courier New" w:hAnsi="Courier New" w:cs="Courier New" w:hint="default"/>
      </w:rPr>
    </w:lvl>
    <w:lvl w:ilvl="2" w:tplc="04050005" w:tentative="1">
      <w:start w:val="1"/>
      <w:numFmt w:val="bullet"/>
      <w:lvlText w:val=""/>
      <w:lvlJc w:val="left"/>
      <w:pPr>
        <w:ind w:left="2785" w:hanging="360"/>
      </w:pPr>
      <w:rPr>
        <w:rFonts w:ascii="Wingdings" w:hAnsi="Wingdings" w:hint="default"/>
      </w:rPr>
    </w:lvl>
    <w:lvl w:ilvl="3" w:tplc="04050001" w:tentative="1">
      <w:start w:val="1"/>
      <w:numFmt w:val="bullet"/>
      <w:lvlText w:val=""/>
      <w:lvlJc w:val="left"/>
      <w:pPr>
        <w:ind w:left="3505" w:hanging="360"/>
      </w:pPr>
      <w:rPr>
        <w:rFonts w:ascii="Symbol" w:hAnsi="Symbol" w:hint="default"/>
      </w:rPr>
    </w:lvl>
    <w:lvl w:ilvl="4" w:tplc="04050003" w:tentative="1">
      <w:start w:val="1"/>
      <w:numFmt w:val="bullet"/>
      <w:lvlText w:val="o"/>
      <w:lvlJc w:val="left"/>
      <w:pPr>
        <w:ind w:left="4225" w:hanging="360"/>
      </w:pPr>
      <w:rPr>
        <w:rFonts w:ascii="Courier New" w:hAnsi="Courier New" w:cs="Courier New" w:hint="default"/>
      </w:rPr>
    </w:lvl>
    <w:lvl w:ilvl="5" w:tplc="04050005" w:tentative="1">
      <w:start w:val="1"/>
      <w:numFmt w:val="bullet"/>
      <w:lvlText w:val=""/>
      <w:lvlJc w:val="left"/>
      <w:pPr>
        <w:ind w:left="4945" w:hanging="360"/>
      </w:pPr>
      <w:rPr>
        <w:rFonts w:ascii="Wingdings" w:hAnsi="Wingdings" w:hint="default"/>
      </w:rPr>
    </w:lvl>
    <w:lvl w:ilvl="6" w:tplc="04050001" w:tentative="1">
      <w:start w:val="1"/>
      <w:numFmt w:val="bullet"/>
      <w:lvlText w:val=""/>
      <w:lvlJc w:val="left"/>
      <w:pPr>
        <w:ind w:left="5665" w:hanging="360"/>
      </w:pPr>
      <w:rPr>
        <w:rFonts w:ascii="Symbol" w:hAnsi="Symbol" w:hint="default"/>
      </w:rPr>
    </w:lvl>
    <w:lvl w:ilvl="7" w:tplc="04050003" w:tentative="1">
      <w:start w:val="1"/>
      <w:numFmt w:val="bullet"/>
      <w:lvlText w:val="o"/>
      <w:lvlJc w:val="left"/>
      <w:pPr>
        <w:ind w:left="6385" w:hanging="360"/>
      </w:pPr>
      <w:rPr>
        <w:rFonts w:ascii="Courier New" w:hAnsi="Courier New" w:cs="Courier New" w:hint="default"/>
      </w:rPr>
    </w:lvl>
    <w:lvl w:ilvl="8" w:tplc="04050005" w:tentative="1">
      <w:start w:val="1"/>
      <w:numFmt w:val="bullet"/>
      <w:lvlText w:val=""/>
      <w:lvlJc w:val="left"/>
      <w:pPr>
        <w:ind w:left="7105" w:hanging="360"/>
      </w:pPr>
      <w:rPr>
        <w:rFonts w:ascii="Wingdings" w:hAnsi="Wingdings" w:hint="default"/>
      </w:rPr>
    </w:lvl>
  </w:abstractNum>
  <w:abstractNum w:abstractNumId="32" w15:restartNumberingAfterBreak="0">
    <w:nsid w:val="7B0E1254"/>
    <w:multiLevelType w:val="hybridMultilevel"/>
    <w:tmpl w:val="9992FFAE"/>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FC6160C"/>
    <w:multiLevelType w:val="hybridMultilevel"/>
    <w:tmpl w:val="E3281428"/>
    <w:lvl w:ilvl="0" w:tplc="04050001">
      <w:start w:val="1"/>
      <w:numFmt w:val="bullet"/>
      <w:lvlText w:val=""/>
      <w:lvlJc w:val="left"/>
      <w:pPr>
        <w:ind w:left="1345" w:hanging="360"/>
      </w:pPr>
      <w:rPr>
        <w:rFonts w:ascii="Symbol" w:hAnsi="Symbol" w:hint="default"/>
      </w:rPr>
    </w:lvl>
    <w:lvl w:ilvl="1" w:tplc="04050003" w:tentative="1">
      <w:start w:val="1"/>
      <w:numFmt w:val="bullet"/>
      <w:lvlText w:val="o"/>
      <w:lvlJc w:val="left"/>
      <w:pPr>
        <w:ind w:left="2065" w:hanging="360"/>
      </w:pPr>
      <w:rPr>
        <w:rFonts w:ascii="Courier New" w:hAnsi="Courier New" w:cs="Courier New" w:hint="default"/>
      </w:rPr>
    </w:lvl>
    <w:lvl w:ilvl="2" w:tplc="04050005" w:tentative="1">
      <w:start w:val="1"/>
      <w:numFmt w:val="bullet"/>
      <w:lvlText w:val=""/>
      <w:lvlJc w:val="left"/>
      <w:pPr>
        <w:ind w:left="2785" w:hanging="360"/>
      </w:pPr>
      <w:rPr>
        <w:rFonts w:ascii="Wingdings" w:hAnsi="Wingdings" w:hint="default"/>
      </w:rPr>
    </w:lvl>
    <w:lvl w:ilvl="3" w:tplc="04050001" w:tentative="1">
      <w:start w:val="1"/>
      <w:numFmt w:val="bullet"/>
      <w:lvlText w:val=""/>
      <w:lvlJc w:val="left"/>
      <w:pPr>
        <w:ind w:left="3505" w:hanging="360"/>
      </w:pPr>
      <w:rPr>
        <w:rFonts w:ascii="Symbol" w:hAnsi="Symbol" w:hint="default"/>
      </w:rPr>
    </w:lvl>
    <w:lvl w:ilvl="4" w:tplc="04050003" w:tentative="1">
      <w:start w:val="1"/>
      <w:numFmt w:val="bullet"/>
      <w:lvlText w:val="o"/>
      <w:lvlJc w:val="left"/>
      <w:pPr>
        <w:ind w:left="4225" w:hanging="360"/>
      </w:pPr>
      <w:rPr>
        <w:rFonts w:ascii="Courier New" w:hAnsi="Courier New" w:cs="Courier New" w:hint="default"/>
      </w:rPr>
    </w:lvl>
    <w:lvl w:ilvl="5" w:tplc="04050005" w:tentative="1">
      <w:start w:val="1"/>
      <w:numFmt w:val="bullet"/>
      <w:lvlText w:val=""/>
      <w:lvlJc w:val="left"/>
      <w:pPr>
        <w:ind w:left="4945" w:hanging="360"/>
      </w:pPr>
      <w:rPr>
        <w:rFonts w:ascii="Wingdings" w:hAnsi="Wingdings" w:hint="default"/>
      </w:rPr>
    </w:lvl>
    <w:lvl w:ilvl="6" w:tplc="04050001" w:tentative="1">
      <w:start w:val="1"/>
      <w:numFmt w:val="bullet"/>
      <w:lvlText w:val=""/>
      <w:lvlJc w:val="left"/>
      <w:pPr>
        <w:ind w:left="5665" w:hanging="360"/>
      </w:pPr>
      <w:rPr>
        <w:rFonts w:ascii="Symbol" w:hAnsi="Symbol" w:hint="default"/>
      </w:rPr>
    </w:lvl>
    <w:lvl w:ilvl="7" w:tplc="04050003" w:tentative="1">
      <w:start w:val="1"/>
      <w:numFmt w:val="bullet"/>
      <w:lvlText w:val="o"/>
      <w:lvlJc w:val="left"/>
      <w:pPr>
        <w:ind w:left="6385" w:hanging="360"/>
      </w:pPr>
      <w:rPr>
        <w:rFonts w:ascii="Courier New" w:hAnsi="Courier New" w:cs="Courier New" w:hint="default"/>
      </w:rPr>
    </w:lvl>
    <w:lvl w:ilvl="8" w:tplc="04050005" w:tentative="1">
      <w:start w:val="1"/>
      <w:numFmt w:val="bullet"/>
      <w:lvlText w:val=""/>
      <w:lvlJc w:val="left"/>
      <w:pPr>
        <w:ind w:left="7105" w:hanging="360"/>
      </w:pPr>
      <w:rPr>
        <w:rFonts w:ascii="Wingdings" w:hAnsi="Wingdings" w:hint="default"/>
      </w:rPr>
    </w:lvl>
  </w:abstractNum>
  <w:num w:numId="1">
    <w:abstractNumId w:val="22"/>
  </w:num>
  <w:num w:numId="2">
    <w:abstractNumId w:val="23"/>
  </w:num>
  <w:num w:numId="3">
    <w:abstractNumId w:val="17"/>
  </w:num>
  <w:num w:numId="4">
    <w:abstractNumId w:val="6"/>
  </w:num>
  <w:num w:numId="5">
    <w:abstractNumId w:val="10"/>
  </w:num>
  <w:num w:numId="6">
    <w:abstractNumId w:val="4"/>
  </w:num>
  <w:num w:numId="7">
    <w:abstractNumId w:val="14"/>
  </w:num>
  <w:num w:numId="8">
    <w:abstractNumId w:val="12"/>
  </w:num>
  <w:num w:numId="9">
    <w:abstractNumId w:val="19"/>
  </w:num>
  <w:num w:numId="10">
    <w:abstractNumId w:val="18"/>
  </w:num>
  <w:num w:numId="11">
    <w:abstractNumId w:val="15"/>
  </w:num>
  <w:num w:numId="12">
    <w:abstractNumId w:val="16"/>
  </w:num>
  <w:num w:numId="13">
    <w:abstractNumId w:val="13"/>
  </w:num>
  <w:num w:numId="14">
    <w:abstractNumId w:val="33"/>
  </w:num>
  <w:num w:numId="15">
    <w:abstractNumId w:val="11"/>
  </w:num>
  <w:num w:numId="16">
    <w:abstractNumId w:val="25"/>
  </w:num>
  <w:num w:numId="17">
    <w:abstractNumId w:val="32"/>
  </w:num>
  <w:num w:numId="18">
    <w:abstractNumId w:val="26"/>
  </w:num>
  <w:num w:numId="19">
    <w:abstractNumId w:val="28"/>
  </w:num>
  <w:num w:numId="20">
    <w:abstractNumId w:val="2"/>
  </w:num>
  <w:num w:numId="21">
    <w:abstractNumId w:val="3"/>
  </w:num>
  <w:num w:numId="22">
    <w:abstractNumId w:val="31"/>
  </w:num>
  <w:num w:numId="23">
    <w:abstractNumId w:val="5"/>
  </w:num>
  <w:num w:numId="24">
    <w:abstractNumId w:val="29"/>
  </w:num>
  <w:num w:numId="25">
    <w:abstractNumId w:val="8"/>
  </w:num>
  <w:num w:numId="26">
    <w:abstractNumId w:val="7"/>
  </w:num>
  <w:num w:numId="27">
    <w:abstractNumId w:val="20"/>
  </w:num>
  <w:num w:numId="28">
    <w:abstractNumId w:val="30"/>
  </w:num>
  <w:num w:numId="29">
    <w:abstractNumId w:val="21"/>
  </w:num>
  <w:num w:numId="30">
    <w:abstractNumId w:val="0"/>
  </w:num>
  <w:num w:numId="31">
    <w:abstractNumId w:val="24"/>
  </w:num>
  <w:num w:numId="32">
    <w:abstractNumId w:val="9"/>
  </w:num>
  <w:num w:numId="33">
    <w:abstractNumId w:val="1"/>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9BF"/>
    <w:rsid w:val="000007D8"/>
    <w:rsid w:val="00003816"/>
    <w:rsid w:val="000047E1"/>
    <w:rsid w:val="000073AC"/>
    <w:rsid w:val="00010864"/>
    <w:rsid w:val="000117E3"/>
    <w:rsid w:val="000130B6"/>
    <w:rsid w:val="000158E2"/>
    <w:rsid w:val="00022EFD"/>
    <w:rsid w:val="0002334D"/>
    <w:rsid w:val="00023D77"/>
    <w:rsid w:val="000244A6"/>
    <w:rsid w:val="00025671"/>
    <w:rsid w:val="00025C83"/>
    <w:rsid w:val="000274FB"/>
    <w:rsid w:val="00030A70"/>
    <w:rsid w:val="00032976"/>
    <w:rsid w:val="000330D4"/>
    <w:rsid w:val="00033BE6"/>
    <w:rsid w:val="0004078A"/>
    <w:rsid w:val="00040A28"/>
    <w:rsid w:val="0004216A"/>
    <w:rsid w:val="00042DE0"/>
    <w:rsid w:val="000444ED"/>
    <w:rsid w:val="00046ACD"/>
    <w:rsid w:val="00047E00"/>
    <w:rsid w:val="00051A52"/>
    <w:rsid w:val="00061F34"/>
    <w:rsid w:val="0006563C"/>
    <w:rsid w:val="0006571E"/>
    <w:rsid w:val="000667AD"/>
    <w:rsid w:val="000712DB"/>
    <w:rsid w:val="00072815"/>
    <w:rsid w:val="0007337C"/>
    <w:rsid w:val="00074346"/>
    <w:rsid w:val="00077F62"/>
    <w:rsid w:val="00082C61"/>
    <w:rsid w:val="00083738"/>
    <w:rsid w:val="00083F40"/>
    <w:rsid w:val="00087206"/>
    <w:rsid w:val="00090EBD"/>
    <w:rsid w:val="000910FF"/>
    <w:rsid w:val="0009164F"/>
    <w:rsid w:val="0009300E"/>
    <w:rsid w:val="00094B25"/>
    <w:rsid w:val="000956EA"/>
    <w:rsid w:val="00095BFA"/>
    <w:rsid w:val="00096FD8"/>
    <w:rsid w:val="000A1A81"/>
    <w:rsid w:val="000A49CD"/>
    <w:rsid w:val="000B0DEB"/>
    <w:rsid w:val="000B5864"/>
    <w:rsid w:val="000B68AA"/>
    <w:rsid w:val="000B70D6"/>
    <w:rsid w:val="000B7C77"/>
    <w:rsid w:val="000C077C"/>
    <w:rsid w:val="000C38DA"/>
    <w:rsid w:val="000C5FBD"/>
    <w:rsid w:val="000C64F4"/>
    <w:rsid w:val="000C67A8"/>
    <w:rsid w:val="000D0887"/>
    <w:rsid w:val="000D0DC5"/>
    <w:rsid w:val="000D40DB"/>
    <w:rsid w:val="000D5CC4"/>
    <w:rsid w:val="000D7F09"/>
    <w:rsid w:val="000D7F3B"/>
    <w:rsid w:val="000E3870"/>
    <w:rsid w:val="000E6BAC"/>
    <w:rsid w:val="000F2628"/>
    <w:rsid w:val="000F4B86"/>
    <w:rsid w:val="000F6427"/>
    <w:rsid w:val="00101236"/>
    <w:rsid w:val="00101951"/>
    <w:rsid w:val="00101FE2"/>
    <w:rsid w:val="0010213C"/>
    <w:rsid w:val="00104624"/>
    <w:rsid w:val="00107F9E"/>
    <w:rsid w:val="0011231C"/>
    <w:rsid w:val="001136FE"/>
    <w:rsid w:val="00113AF5"/>
    <w:rsid w:val="00123D61"/>
    <w:rsid w:val="00123F57"/>
    <w:rsid w:val="00130A6C"/>
    <w:rsid w:val="001318D4"/>
    <w:rsid w:val="00133F7A"/>
    <w:rsid w:val="00136470"/>
    <w:rsid w:val="00137178"/>
    <w:rsid w:val="00137EBC"/>
    <w:rsid w:val="00141F9F"/>
    <w:rsid w:val="00142BF4"/>
    <w:rsid w:val="00143039"/>
    <w:rsid w:val="0014417E"/>
    <w:rsid w:val="00146795"/>
    <w:rsid w:val="00150791"/>
    <w:rsid w:val="00150DE2"/>
    <w:rsid w:val="00151E40"/>
    <w:rsid w:val="001528A9"/>
    <w:rsid w:val="00152AE5"/>
    <w:rsid w:val="00152D77"/>
    <w:rsid w:val="00156CB2"/>
    <w:rsid w:val="00157002"/>
    <w:rsid w:val="00160CB6"/>
    <w:rsid w:val="0016132F"/>
    <w:rsid w:val="00162572"/>
    <w:rsid w:val="0016335D"/>
    <w:rsid w:val="00164895"/>
    <w:rsid w:val="001648FA"/>
    <w:rsid w:val="00167A88"/>
    <w:rsid w:val="0017006E"/>
    <w:rsid w:val="0017295A"/>
    <w:rsid w:val="0017296C"/>
    <w:rsid w:val="0017407D"/>
    <w:rsid w:val="00175EBE"/>
    <w:rsid w:val="001766A4"/>
    <w:rsid w:val="00176DB2"/>
    <w:rsid w:val="00182C16"/>
    <w:rsid w:val="00182CFC"/>
    <w:rsid w:val="00183405"/>
    <w:rsid w:val="00184BAF"/>
    <w:rsid w:val="00187F9E"/>
    <w:rsid w:val="00190156"/>
    <w:rsid w:val="001911AC"/>
    <w:rsid w:val="00191348"/>
    <w:rsid w:val="001913B2"/>
    <w:rsid w:val="00191F33"/>
    <w:rsid w:val="001921FF"/>
    <w:rsid w:val="0019254D"/>
    <w:rsid w:val="00193BF0"/>
    <w:rsid w:val="001949CA"/>
    <w:rsid w:val="0019595D"/>
    <w:rsid w:val="00197CB5"/>
    <w:rsid w:val="001A069C"/>
    <w:rsid w:val="001A28C2"/>
    <w:rsid w:val="001A3E80"/>
    <w:rsid w:val="001A56A7"/>
    <w:rsid w:val="001A7F84"/>
    <w:rsid w:val="001B06B4"/>
    <w:rsid w:val="001B2EE1"/>
    <w:rsid w:val="001B3387"/>
    <w:rsid w:val="001C393B"/>
    <w:rsid w:val="001C4526"/>
    <w:rsid w:val="001C49E5"/>
    <w:rsid w:val="001C6DC0"/>
    <w:rsid w:val="001D163E"/>
    <w:rsid w:val="001D20D7"/>
    <w:rsid w:val="001D3A8D"/>
    <w:rsid w:val="001D4BEB"/>
    <w:rsid w:val="001D5095"/>
    <w:rsid w:val="001D5822"/>
    <w:rsid w:val="001E4592"/>
    <w:rsid w:val="001F05B6"/>
    <w:rsid w:val="001F087B"/>
    <w:rsid w:val="001F6EBE"/>
    <w:rsid w:val="00203A51"/>
    <w:rsid w:val="0020445A"/>
    <w:rsid w:val="00207BB0"/>
    <w:rsid w:val="00207E4F"/>
    <w:rsid w:val="0021113F"/>
    <w:rsid w:val="00214238"/>
    <w:rsid w:val="00214783"/>
    <w:rsid w:val="00215885"/>
    <w:rsid w:val="0021626D"/>
    <w:rsid w:val="00216C71"/>
    <w:rsid w:val="00217176"/>
    <w:rsid w:val="00221DA2"/>
    <w:rsid w:val="00221FD7"/>
    <w:rsid w:val="0022243C"/>
    <w:rsid w:val="00222EB5"/>
    <w:rsid w:val="00223D03"/>
    <w:rsid w:val="00223D9A"/>
    <w:rsid w:val="0022620F"/>
    <w:rsid w:val="00227100"/>
    <w:rsid w:val="002304A2"/>
    <w:rsid w:val="002323D6"/>
    <w:rsid w:val="00240C67"/>
    <w:rsid w:val="00240C6E"/>
    <w:rsid w:val="002429C6"/>
    <w:rsid w:val="00244081"/>
    <w:rsid w:val="002441D8"/>
    <w:rsid w:val="002519CA"/>
    <w:rsid w:val="0025701F"/>
    <w:rsid w:val="00257F56"/>
    <w:rsid w:val="00257F87"/>
    <w:rsid w:val="00260A05"/>
    <w:rsid w:val="00261E4E"/>
    <w:rsid w:val="00262A7A"/>
    <w:rsid w:val="00262CDA"/>
    <w:rsid w:val="00265FBE"/>
    <w:rsid w:val="00273C71"/>
    <w:rsid w:val="002743E7"/>
    <w:rsid w:val="002744E1"/>
    <w:rsid w:val="002811CC"/>
    <w:rsid w:val="00282985"/>
    <w:rsid w:val="002843AA"/>
    <w:rsid w:val="002846D7"/>
    <w:rsid w:val="00291799"/>
    <w:rsid w:val="00291B85"/>
    <w:rsid w:val="00294A75"/>
    <w:rsid w:val="002A0E9F"/>
    <w:rsid w:val="002A18E8"/>
    <w:rsid w:val="002A4739"/>
    <w:rsid w:val="002C2C92"/>
    <w:rsid w:val="002C47F2"/>
    <w:rsid w:val="002C4B85"/>
    <w:rsid w:val="002C501E"/>
    <w:rsid w:val="002C53BB"/>
    <w:rsid w:val="002C6D17"/>
    <w:rsid w:val="002C76E8"/>
    <w:rsid w:val="002D01A5"/>
    <w:rsid w:val="002D4350"/>
    <w:rsid w:val="002D5256"/>
    <w:rsid w:val="002D74B9"/>
    <w:rsid w:val="002D7BD9"/>
    <w:rsid w:val="002E01FB"/>
    <w:rsid w:val="002E21B1"/>
    <w:rsid w:val="002F0520"/>
    <w:rsid w:val="002F0795"/>
    <w:rsid w:val="002F0C19"/>
    <w:rsid w:val="002F27D0"/>
    <w:rsid w:val="002F5692"/>
    <w:rsid w:val="002F5A34"/>
    <w:rsid w:val="002F650B"/>
    <w:rsid w:val="002F7AE7"/>
    <w:rsid w:val="00300AE2"/>
    <w:rsid w:val="00301DC4"/>
    <w:rsid w:val="00304B01"/>
    <w:rsid w:val="00307A6F"/>
    <w:rsid w:val="0031297B"/>
    <w:rsid w:val="003168C0"/>
    <w:rsid w:val="00317097"/>
    <w:rsid w:val="00325425"/>
    <w:rsid w:val="003255D9"/>
    <w:rsid w:val="0033271C"/>
    <w:rsid w:val="00332C44"/>
    <w:rsid w:val="00336A20"/>
    <w:rsid w:val="0033712E"/>
    <w:rsid w:val="0033717B"/>
    <w:rsid w:val="003419CC"/>
    <w:rsid w:val="003479F7"/>
    <w:rsid w:val="00350982"/>
    <w:rsid w:val="00351764"/>
    <w:rsid w:val="00352643"/>
    <w:rsid w:val="003536C0"/>
    <w:rsid w:val="003544C5"/>
    <w:rsid w:val="00354705"/>
    <w:rsid w:val="003554B7"/>
    <w:rsid w:val="003627B7"/>
    <w:rsid w:val="003631F4"/>
    <w:rsid w:val="00373CAB"/>
    <w:rsid w:val="0037636C"/>
    <w:rsid w:val="00376473"/>
    <w:rsid w:val="00380260"/>
    <w:rsid w:val="00380F22"/>
    <w:rsid w:val="00383CF6"/>
    <w:rsid w:val="003840C0"/>
    <w:rsid w:val="00384768"/>
    <w:rsid w:val="003903E1"/>
    <w:rsid w:val="00392214"/>
    <w:rsid w:val="003924DA"/>
    <w:rsid w:val="0039256F"/>
    <w:rsid w:val="00396580"/>
    <w:rsid w:val="003A3689"/>
    <w:rsid w:val="003A3C0D"/>
    <w:rsid w:val="003A4812"/>
    <w:rsid w:val="003A5D21"/>
    <w:rsid w:val="003B6BCF"/>
    <w:rsid w:val="003B7DF7"/>
    <w:rsid w:val="003B7F15"/>
    <w:rsid w:val="003C02B0"/>
    <w:rsid w:val="003C4E34"/>
    <w:rsid w:val="003C53DF"/>
    <w:rsid w:val="003C5761"/>
    <w:rsid w:val="003C5D5D"/>
    <w:rsid w:val="003C68B5"/>
    <w:rsid w:val="003D0AD7"/>
    <w:rsid w:val="003D5089"/>
    <w:rsid w:val="003D6578"/>
    <w:rsid w:val="003E0A07"/>
    <w:rsid w:val="003E40B8"/>
    <w:rsid w:val="003E47BE"/>
    <w:rsid w:val="003E5EFB"/>
    <w:rsid w:val="003E6A04"/>
    <w:rsid w:val="003E7B6D"/>
    <w:rsid w:val="003E7ED4"/>
    <w:rsid w:val="003F11B0"/>
    <w:rsid w:val="003F1263"/>
    <w:rsid w:val="003F4FF8"/>
    <w:rsid w:val="003F563A"/>
    <w:rsid w:val="00400420"/>
    <w:rsid w:val="00400536"/>
    <w:rsid w:val="004034A6"/>
    <w:rsid w:val="004042AA"/>
    <w:rsid w:val="00406724"/>
    <w:rsid w:val="00410A78"/>
    <w:rsid w:val="00410AB4"/>
    <w:rsid w:val="0041220E"/>
    <w:rsid w:val="00413E9C"/>
    <w:rsid w:val="00414D92"/>
    <w:rsid w:val="004214D6"/>
    <w:rsid w:val="004224A1"/>
    <w:rsid w:val="00422B51"/>
    <w:rsid w:val="00422F81"/>
    <w:rsid w:val="00426424"/>
    <w:rsid w:val="00430044"/>
    <w:rsid w:val="00430BD5"/>
    <w:rsid w:val="004325C4"/>
    <w:rsid w:val="00435447"/>
    <w:rsid w:val="004366F7"/>
    <w:rsid w:val="004376CB"/>
    <w:rsid w:val="00440169"/>
    <w:rsid w:val="004401B2"/>
    <w:rsid w:val="004411FC"/>
    <w:rsid w:val="004432B1"/>
    <w:rsid w:val="00443BB6"/>
    <w:rsid w:val="00444104"/>
    <w:rsid w:val="004461A5"/>
    <w:rsid w:val="00447D5A"/>
    <w:rsid w:val="00451268"/>
    <w:rsid w:val="0045126C"/>
    <w:rsid w:val="0045657D"/>
    <w:rsid w:val="00457805"/>
    <w:rsid w:val="00460FA3"/>
    <w:rsid w:val="004636DF"/>
    <w:rsid w:val="00463EC2"/>
    <w:rsid w:val="00465DA7"/>
    <w:rsid w:val="00466F92"/>
    <w:rsid w:val="0047061C"/>
    <w:rsid w:val="00470CCD"/>
    <w:rsid w:val="00472534"/>
    <w:rsid w:val="00474A25"/>
    <w:rsid w:val="00481C81"/>
    <w:rsid w:val="004820CF"/>
    <w:rsid w:val="0048281E"/>
    <w:rsid w:val="00483C83"/>
    <w:rsid w:val="00491083"/>
    <w:rsid w:val="00491356"/>
    <w:rsid w:val="00491F70"/>
    <w:rsid w:val="0049329E"/>
    <w:rsid w:val="004941B3"/>
    <w:rsid w:val="004978D4"/>
    <w:rsid w:val="004A26A1"/>
    <w:rsid w:val="004A45F0"/>
    <w:rsid w:val="004A4E4B"/>
    <w:rsid w:val="004B2389"/>
    <w:rsid w:val="004B41E8"/>
    <w:rsid w:val="004B556C"/>
    <w:rsid w:val="004C2BF1"/>
    <w:rsid w:val="004C2F66"/>
    <w:rsid w:val="004C3061"/>
    <w:rsid w:val="004C7A64"/>
    <w:rsid w:val="004D02C2"/>
    <w:rsid w:val="004D24D9"/>
    <w:rsid w:val="004D60DE"/>
    <w:rsid w:val="004E2972"/>
    <w:rsid w:val="004E2A66"/>
    <w:rsid w:val="004E4055"/>
    <w:rsid w:val="004E4F49"/>
    <w:rsid w:val="004E500E"/>
    <w:rsid w:val="004E67CE"/>
    <w:rsid w:val="004E6A83"/>
    <w:rsid w:val="004E7066"/>
    <w:rsid w:val="004E767E"/>
    <w:rsid w:val="004F0395"/>
    <w:rsid w:val="004F232E"/>
    <w:rsid w:val="004F2D06"/>
    <w:rsid w:val="004F4EA4"/>
    <w:rsid w:val="004F7BF8"/>
    <w:rsid w:val="005005D2"/>
    <w:rsid w:val="00503A56"/>
    <w:rsid w:val="00504238"/>
    <w:rsid w:val="005049DF"/>
    <w:rsid w:val="00504CDD"/>
    <w:rsid w:val="00505251"/>
    <w:rsid w:val="00510992"/>
    <w:rsid w:val="00511028"/>
    <w:rsid w:val="00513C31"/>
    <w:rsid w:val="00513DC3"/>
    <w:rsid w:val="00514ECE"/>
    <w:rsid w:val="00515BC9"/>
    <w:rsid w:val="0051735E"/>
    <w:rsid w:val="005211BC"/>
    <w:rsid w:val="005222C6"/>
    <w:rsid w:val="00524360"/>
    <w:rsid w:val="00530F78"/>
    <w:rsid w:val="0053150C"/>
    <w:rsid w:val="00531ED0"/>
    <w:rsid w:val="00532A0C"/>
    <w:rsid w:val="00534901"/>
    <w:rsid w:val="00534BDA"/>
    <w:rsid w:val="00535198"/>
    <w:rsid w:val="00537506"/>
    <w:rsid w:val="0054029B"/>
    <w:rsid w:val="005408BA"/>
    <w:rsid w:val="0054183F"/>
    <w:rsid w:val="00541DEF"/>
    <w:rsid w:val="0054236E"/>
    <w:rsid w:val="00545977"/>
    <w:rsid w:val="0054644F"/>
    <w:rsid w:val="00546C85"/>
    <w:rsid w:val="00546F17"/>
    <w:rsid w:val="005502DC"/>
    <w:rsid w:val="00550409"/>
    <w:rsid w:val="0055292D"/>
    <w:rsid w:val="00557F25"/>
    <w:rsid w:val="0056395F"/>
    <w:rsid w:val="005640CC"/>
    <w:rsid w:val="0056440E"/>
    <w:rsid w:val="00564959"/>
    <w:rsid w:val="005653EE"/>
    <w:rsid w:val="005656FE"/>
    <w:rsid w:val="00572873"/>
    <w:rsid w:val="0057335D"/>
    <w:rsid w:val="00573521"/>
    <w:rsid w:val="00573FE0"/>
    <w:rsid w:val="005743E1"/>
    <w:rsid w:val="0057623C"/>
    <w:rsid w:val="00582ED8"/>
    <w:rsid w:val="005837FB"/>
    <w:rsid w:val="005864C6"/>
    <w:rsid w:val="00590D7A"/>
    <w:rsid w:val="0059112B"/>
    <w:rsid w:val="00593021"/>
    <w:rsid w:val="00593B0F"/>
    <w:rsid w:val="00596A00"/>
    <w:rsid w:val="00596ECC"/>
    <w:rsid w:val="005A24D5"/>
    <w:rsid w:val="005A280A"/>
    <w:rsid w:val="005A353C"/>
    <w:rsid w:val="005A6B86"/>
    <w:rsid w:val="005A6FF0"/>
    <w:rsid w:val="005B28C8"/>
    <w:rsid w:val="005B2BD8"/>
    <w:rsid w:val="005B67A8"/>
    <w:rsid w:val="005B6B11"/>
    <w:rsid w:val="005C5F12"/>
    <w:rsid w:val="005C7838"/>
    <w:rsid w:val="005D59CB"/>
    <w:rsid w:val="005D64DE"/>
    <w:rsid w:val="005E2AF2"/>
    <w:rsid w:val="005E3F9B"/>
    <w:rsid w:val="006019F6"/>
    <w:rsid w:val="00602383"/>
    <w:rsid w:val="00606725"/>
    <w:rsid w:val="00606D99"/>
    <w:rsid w:val="00610C79"/>
    <w:rsid w:val="0062037E"/>
    <w:rsid w:val="006205ED"/>
    <w:rsid w:val="0062185E"/>
    <w:rsid w:val="00622007"/>
    <w:rsid w:val="006232CA"/>
    <w:rsid w:val="00624188"/>
    <w:rsid w:val="00630D45"/>
    <w:rsid w:val="006319AB"/>
    <w:rsid w:val="00632304"/>
    <w:rsid w:val="00632D36"/>
    <w:rsid w:val="0063387E"/>
    <w:rsid w:val="006371B2"/>
    <w:rsid w:val="006373AC"/>
    <w:rsid w:val="00643FE5"/>
    <w:rsid w:val="00645DE1"/>
    <w:rsid w:val="00646C58"/>
    <w:rsid w:val="00647B70"/>
    <w:rsid w:val="00665C69"/>
    <w:rsid w:val="0067157B"/>
    <w:rsid w:val="006743FC"/>
    <w:rsid w:val="006749AA"/>
    <w:rsid w:val="00676A5F"/>
    <w:rsid w:val="00677652"/>
    <w:rsid w:val="00677D7A"/>
    <w:rsid w:val="0068070D"/>
    <w:rsid w:val="0068309C"/>
    <w:rsid w:val="0068388E"/>
    <w:rsid w:val="00687339"/>
    <w:rsid w:val="00690467"/>
    <w:rsid w:val="00691D15"/>
    <w:rsid w:val="00693745"/>
    <w:rsid w:val="00697174"/>
    <w:rsid w:val="00697706"/>
    <w:rsid w:val="00697876"/>
    <w:rsid w:val="00697B47"/>
    <w:rsid w:val="006A02B3"/>
    <w:rsid w:val="006A05C7"/>
    <w:rsid w:val="006A25DD"/>
    <w:rsid w:val="006A2761"/>
    <w:rsid w:val="006A3A0F"/>
    <w:rsid w:val="006A5E42"/>
    <w:rsid w:val="006B111F"/>
    <w:rsid w:val="006B1AEC"/>
    <w:rsid w:val="006B4936"/>
    <w:rsid w:val="006B6661"/>
    <w:rsid w:val="006B6771"/>
    <w:rsid w:val="006B6CB1"/>
    <w:rsid w:val="006C04F1"/>
    <w:rsid w:val="006C35BA"/>
    <w:rsid w:val="006C441A"/>
    <w:rsid w:val="006C585B"/>
    <w:rsid w:val="006C6CB6"/>
    <w:rsid w:val="006C7E17"/>
    <w:rsid w:val="006D018B"/>
    <w:rsid w:val="006D1B49"/>
    <w:rsid w:val="006D5588"/>
    <w:rsid w:val="006E00C8"/>
    <w:rsid w:val="006E20C2"/>
    <w:rsid w:val="006E3A22"/>
    <w:rsid w:val="006E435C"/>
    <w:rsid w:val="006E4D98"/>
    <w:rsid w:val="006E5DBD"/>
    <w:rsid w:val="006E65A9"/>
    <w:rsid w:val="006F2BBC"/>
    <w:rsid w:val="006F4D01"/>
    <w:rsid w:val="00700D34"/>
    <w:rsid w:val="00703E1E"/>
    <w:rsid w:val="00703F3D"/>
    <w:rsid w:val="007050D6"/>
    <w:rsid w:val="007100D3"/>
    <w:rsid w:val="00714D50"/>
    <w:rsid w:val="00715CBB"/>
    <w:rsid w:val="00720929"/>
    <w:rsid w:val="007246C1"/>
    <w:rsid w:val="00733179"/>
    <w:rsid w:val="00733D59"/>
    <w:rsid w:val="00734BFC"/>
    <w:rsid w:val="00736EC2"/>
    <w:rsid w:val="007410FB"/>
    <w:rsid w:val="00743BBF"/>
    <w:rsid w:val="00743EC9"/>
    <w:rsid w:val="00744B70"/>
    <w:rsid w:val="007509F5"/>
    <w:rsid w:val="007555FF"/>
    <w:rsid w:val="007559EE"/>
    <w:rsid w:val="00755CB9"/>
    <w:rsid w:val="0076167E"/>
    <w:rsid w:val="007635D7"/>
    <w:rsid w:val="0076371D"/>
    <w:rsid w:val="00763922"/>
    <w:rsid w:val="00764A94"/>
    <w:rsid w:val="007664CD"/>
    <w:rsid w:val="00766D34"/>
    <w:rsid w:val="00771DB8"/>
    <w:rsid w:val="00771F4C"/>
    <w:rsid w:val="007727FE"/>
    <w:rsid w:val="00772E4B"/>
    <w:rsid w:val="007734BD"/>
    <w:rsid w:val="00774628"/>
    <w:rsid w:val="0078034D"/>
    <w:rsid w:val="007849E6"/>
    <w:rsid w:val="00795100"/>
    <w:rsid w:val="00795602"/>
    <w:rsid w:val="00795FC8"/>
    <w:rsid w:val="007A01C6"/>
    <w:rsid w:val="007A0898"/>
    <w:rsid w:val="007A1D7E"/>
    <w:rsid w:val="007A3874"/>
    <w:rsid w:val="007A3879"/>
    <w:rsid w:val="007A3C4F"/>
    <w:rsid w:val="007A3E85"/>
    <w:rsid w:val="007B1817"/>
    <w:rsid w:val="007B25D7"/>
    <w:rsid w:val="007B3658"/>
    <w:rsid w:val="007B55CE"/>
    <w:rsid w:val="007C1F51"/>
    <w:rsid w:val="007C203B"/>
    <w:rsid w:val="007C6A73"/>
    <w:rsid w:val="007D173F"/>
    <w:rsid w:val="007D3904"/>
    <w:rsid w:val="007D43B8"/>
    <w:rsid w:val="007D51F2"/>
    <w:rsid w:val="007D5A49"/>
    <w:rsid w:val="007E4570"/>
    <w:rsid w:val="007E48FA"/>
    <w:rsid w:val="007E5F0E"/>
    <w:rsid w:val="007F46FB"/>
    <w:rsid w:val="007F4980"/>
    <w:rsid w:val="007F69C8"/>
    <w:rsid w:val="007F6B12"/>
    <w:rsid w:val="007F747D"/>
    <w:rsid w:val="00802253"/>
    <w:rsid w:val="0080350B"/>
    <w:rsid w:val="00804515"/>
    <w:rsid w:val="008201AF"/>
    <w:rsid w:val="00820A28"/>
    <w:rsid w:val="0082334F"/>
    <w:rsid w:val="00823BB4"/>
    <w:rsid w:val="008318DC"/>
    <w:rsid w:val="00833E9F"/>
    <w:rsid w:val="00835129"/>
    <w:rsid w:val="00835E80"/>
    <w:rsid w:val="0083619F"/>
    <w:rsid w:val="0084635B"/>
    <w:rsid w:val="00847E09"/>
    <w:rsid w:val="008512E2"/>
    <w:rsid w:val="008527F6"/>
    <w:rsid w:val="00853B90"/>
    <w:rsid w:val="0085461A"/>
    <w:rsid w:val="00854736"/>
    <w:rsid w:val="008614F2"/>
    <w:rsid w:val="008618F0"/>
    <w:rsid w:val="008631B3"/>
    <w:rsid w:val="00864657"/>
    <w:rsid w:val="00864A1C"/>
    <w:rsid w:val="00865D7E"/>
    <w:rsid w:val="00867062"/>
    <w:rsid w:val="00872CD5"/>
    <w:rsid w:val="00873CA2"/>
    <w:rsid w:val="008765B2"/>
    <w:rsid w:val="00877371"/>
    <w:rsid w:val="00877F82"/>
    <w:rsid w:val="00880B2F"/>
    <w:rsid w:val="00881D16"/>
    <w:rsid w:val="0088246B"/>
    <w:rsid w:val="008833F7"/>
    <w:rsid w:val="00883D62"/>
    <w:rsid w:val="00884860"/>
    <w:rsid w:val="00885394"/>
    <w:rsid w:val="00885801"/>
    <w:rsid w:val="00886BC8"/>
    <w:rsid w:val="008A0C8E"/>
    <w:rsid w:val="008A19C0"/>
    <w:rsid w:val="008A1C30"/>
    <w:rsid w:val="008A32FB"/>
    <w:rsid w:val="008A4E23"/>
    <w:rsid w:val="008A7B1F"/>
    <w:rsid w:val="008B1019"/>
    <w:rsid w:val="008B1A1D"/>
    <w:rsid w:val="008B1DFA"/>
    <w:rsid w:val="008B27BE"/>
    <w:rsid w:val="008B45DF"/>
    <w:rsid w:val="008B4AD6"/>
    <w:rsid w:val="008B5B61"/>
    <w:rsid w:val="008B624E"/>
    <w:rsid w:val="008C5406"/>
    <w:rsid w:val="008C78B1"/>
    <w:rsid w:val="008D14B7"/>
    <w:rsid w:val="008D6902"/>
    <w:rsid w:val="008D75CB"/>
    <w:rsid w:val="008E0738"/>
    <w:rsid w:val="008E0953"/>
    <w:rsid w:val="008E2626"/>
    <w:rsid w:val="008E3E7A"/>
    <w:rsid w:val="008E460E"/>
    <w:rsid w:val="008E4779"/>
    <w:rsid w:val="008E4957"/>
    <w:rsid w:val="008E4E90"/>
    <w:rsid w:val="008E5A47"/>
    <w:rsid w:val="008F1FD9"/>
    <w:rsid w:val="008F37F1"/>
    <w:rsid w:val="008F3D94"/>
    <w:rsid w:val="008F6085"/>
    <w:rsid w:val="0090081D"/>
    <w:rsid w:val="0090147B"/>
    <w:rsid w:val="009019BF"/>
    <w:rsid w:val="009029D5"/>
    <w:rsid w:val="009108C7"/>
    <w:rsid w:val="00910C8A"/>
    <w:rsid w:val="00911035"/>
    <w:rsid w:val="00916D05"/>
    <w:rsid w:val="00920789"/>
    <w:rsid w:val="009216C4"/>
    <w:rsid w:val="0092699C"/>
    <w:rsid w:val="009277B9"/>
    <w:rsid w:val="00930CC7"/>
    <w:rsid w:val="0093670D"/>
    <w:rsid w:val="00936CA8"/>
    <w:rsid w:val="00937F0B"/>
    <w:rsid w:val="0094195B"/>
    <w:rsid w:val="0094312F"/>
    <w:rsid w:val="00944B23"/>
    <w:rsid w:val="009464C9"/>
    <w:rsid w:val="00946559"/>
    <w:rsid w:val="009476F8"/>
    <w:rsid w:val="009539E6"/>
    <w:rsid w:val="0095456F"/>
    <w:rsid w:val="00955E57"/>
    <w:rsid w:val="0096244C"/>
    <w:rsid w:val="0096274D"/>
    <w:rsid w:val="009630C8"/>
    <w:rsid w:val="00963F7E"/>
    <w:rsid w:val="0096458C"/>
    <w:rsid w:val="0098098F"/>
    <w:rsid w:val="0098350B"/>
    <w:rsid w:val="00983CAD"/>
    <w:rsid w:val="00984137"/>
    <w:rsid w:val="00984596"/>
    <w:rsid w:val="00991B65"/>
    <w:rsid w:val="00991F33"/>
    <w:rsid w:val="009928BB"/>
    <w:rsid w:val="00993B8C"/>
    <w:rsid w:val="00995861"/>
    <w:rsid w:val="009971C0"/>
    <w:rsid w:val="00997498"/>
    <w:rsid w:val="0099757D"/>
    <w:rsid w:val="009A2775"/>
    <w:rsid w:val="009A4438"/>
    <w:rsid w:val="009A4BB4"/>
    <w:rsid w:val="009A5418"/>
    <w:rsid w:val="009A72EA"/>
    <w:rsid w:val="009A7E8E"/>
    <w:rsid w:val="009B281A"/>
    <w:rsid w:val="009B46CA"/>
    <w:rsid w:val="009B6454"/>
    <w:rsid w:val="009B6DD8"/>
    <w:rsid w:val="009C0818"/>
    <w:rsid w:val="009C226A"/>
    <w:rsid w:val="009C2DE1"/>
    <w:rsid w:val="009C3007"/>
    <w:rsid w:val="009C3674"/>
    <w:rsid w:val="009C3A93"/>
    <w:rsid w:val="009C4422"/>
    <w:rsid w:val="009C45AA"/>
    <w:rsid w:val="009C7FCA"/>
    <w:rsid w:val="009D0749"/>
    <w:rsid w:val="009D1DD0"/>
    <w:rsid w:val="009D7683"/>
    <w:rsid w:val="009E10E0"/>
    <w:rsid w:val="009E3125"/>
    <w:rsid w:val="009E7B0F"/>
    <w:rsid w:val="009F07B3"/>
    <w:rsid w:val="009F0C07"/>
    <w:rsid w:val="009F0C39"/>
    <w:rsid w:val="009F126B"/>
    <w:rsid w:val="009F1549"/>
    <w:rsid w:val="009F1D5D"/>
    <w:rsid w:val="009F3588"/>
    <w:rsid w:val="009F38B1"/>
    <w:rsid w:val="00A00FFB"/>
    <w:rsid w:val="00A01F4F"/>
    <w:rsid w:val="00A05B26"/>
    <w:rsid w:val="00A076D6"/>
    <w:rsid w:val="00A07ECA"/>
    <w:rsid w:val="00A10466"/>
    <w:rsid w:val="00A23761"/>
    <w:rsid w:val="00A24DDF"/>
    <w:rsid w:val="00A2564A"/>
    <w:rsid w:val="00A25697"/>
    <w:rsid w:val="00A25979"/>
    <w:rsid w:val="00A355EC"/>
    <w:rsid w:val="00A35E90"/>
    <w:rsid w:val="00A402F3"/>
    <w:rsid w:val="00A42E5D"/>
    <w:rsid w:val="00A47260"/>
    <w:rsid w:val="00A50D37"/>
    <w:rsid w:val="00A52C0F"/>
    <w:rsid w:val="00A61F58"/>
    <w:rsid w:val="00A62E41"/>
    <w:rsid w:val="00A64694"/>
    <w:rsid w:val="00A648DF"/>
    <w:rsid w:val="00A71859"/>
    <w:rsid w:val="00A75726"/>
    <w:rsid w:val="00A81789"/>
    <w:rsid w:val="00A83335"/>
    <w:rsid w:val="00A83B31"/>
    <w:rsid w:val="00A84BFD"/>
    <w:rsid w:val="00A9058B"/>
    <w:rsid w:val="00A92ACB"/>
    <w:rsid w:val="00A941C4"/>
    <w:rsid w:val="00A94746"/>
    <w:rsid w:val="00AA386A"/>
    <w:rsid w:val="00AA3F66"/>
    <w:rsid w:val="00AA4A68"/>
    <w:rsid w:val="00AA6DB2"/>
    <w:rsid w:val="00AA6FA6"/>
    <w:rsid w:val="00AB1344"/>
    <w:rsid w:val="00AB3E27"/>
    <w:rsid w:val="00AB6710"/>
    <w:rsid w:val="00AB75CB"/>
    <w:rsid w:val="00AB7602"/>
    <w:rsid w:val="00AC06DE"/>
    <w:rsid w:val="00AC19F1"/>
    <w:rsid w:val="00AC2591"/>
    <w:rsid w:val="00AC430C"/>
    <w:rsid w:val="00AC52AC"/>
    <w:rsid w:val="00AC5616"/>
    <w:rsid w:val="00AC71C4"/>
    <w:rsid w:val="00AD28B1"/>
    <w:rsid w:val="00AD30E0"/>
    <w:rsid w:val="00AD7C9C"/>
    <w:rsid w:val="00AE1FF3"/>
    <w:rsid w:val="00AE361E"/>
    <w:rsid w:val="00AE40CA"/>
    <w:rsid w:val="00AE41F7"/>
    <w:rsid w:val="00AE4356"/>
    <w:rsid w:val="00AE6543"/>
    <w:rsid w:val="00AE7C7A"/>
    <w:rsid w:val="00AF3BC3"/>
    <w:rsid w:val="00AF3F99"/>
    <w:rsid w:val="00AF6EDF"/>
    <w:rsid w:val="00B0439F"/>
    <w:rsid w:val="00B06842"/>
    <w:rsid w:val="00B0723F"/>
    <w:rsid w:val="00B075A5"/>
    <w:rsid w:val="00B121BC"/>
    <w:rsid w:val="00B14D53"/>
    <w:rsid w:val="00B1555D"/>
    <w:rsid w:val="00B157B3"/>
    <w:rsid w:val="00B15AA2"/>
    <w:rsid w:val="00B1711F"/>
    <w:rsid w:val="00B227EB"/>
    <w:rsid w:val="00B232CA"/>
    <w:rsid w:val="00B23487"/>
    <w:rsid w:val="00B23D55"/>
    <w:rsid w:val="00B263B8"/>
    <w:rsid w:val="00B26B6D"/>
    <w:rsid w:val="00B26DC1"/>
    <w:rsid w:val="00B310F0"/>
    <w:rsid w:val="00B31121"/>
    <w:rsid w:val="00B378DA"/>
    <w:rsid w:val="00B4014D"/>
    <w:rsid w:val="00B42EAB"/>
    <w:rsid w:val="00B442C9"/>
    <w:rsid w:val="00B45A02"/>
    <w:rsid w:val="00B55EE6"/>
    <w:rsid w:val="00B56A3F"/>
    <w:rsid w:val="00B576DB"/>
    <w:rsid w:val="00B60FED"/>
    <w:rsid w:val="00B62F04"/>
    <w:rsid w:val="00B63778"/>
    <w:rsid w:val="00B6512F"/>
    <w:rsid w:val="00B664B3"/>
    <w:rsid w:val="00B67E58"/>
    <w:rsid w:val="00B7014B"/>
    <w:rsid w:val="00B70A81"/>
    <w:rsid w:val="00B71183"/>
    <w:rsid w:val="00B759BE"/>
    <w:rsid w:val="00B773C8"/>
    <w:rsid w:val="00B818FA"/>
    <w:rsid w:val="00B83747"/>
    <w:rsid w:val="00B85A0F"/>
    <w:rsid w:val="00B85C56"/>
    <w:rsid w:val="00B86426"/>
    <w:rsid w:val="00B90A31"/>
    <w:rsid w:val="00B92994"/>
    <w:rsid w:val="00B92A46"/>
    <w:rsid w:val="00B9387A"/>
    <w:rsid w:val="00B93CAD"/>
    <w:rsid w:val="00B960DD"/>
    <w:rsid w:val="00BA0336"/>
    <w:rsid w:val="00BA2BFF"/>
    <w:rsid w:val="00BA4C23"/>
    <w:rsid w:val="00BA571B"/>
    <w:rsid w:val="00BB038B"/>
    <w:rsid w:val="00BB25F9"/>
    <w:rsid w:val="00BB448E"/>
    <w:rsid w:val="00BB6BB3"/>
    <w:rsid w:val="00BC05C7"/>
    <w:rsid w:val="00BC066D"/>
    <w:rsid w:val="00BC1D24"/>
    <w:rsid w:val="00BC3643"/>
    <w:rsid w:val="00BC551A"/>
    <w:rsid w:val="00BC7FC1"/>
    <w:rsid w:val="00BD3F83"/>
    <w:rsid w:val="00BD3FFA"/>
    <w:rsid w:val="00BD6A42"/>
    <w:rsid w:val="00BE06E8"/>
    <w:rsid w:val="00BE1AAE"/>
    <w:rsid w:val="00BE23CF"/>
    <w:rsid w:val="00BF034A"/>
    <w:rsid w:val="00BF2211"/>
    <w:rsid w:val="00BF5B13"/>
    <w:rsid w:val="00BF6549"/>
    <w:rsid w:val="00BF663D"/>
    <w:rsid w:val="00BF7317"/>
    <w:rsid w:val="00C01EA6"/>
    <w:rsid w:val="00C028BB"/>
    <w:rsid w:val="00C04BD1"/>
    <w:rsid w:val="00C0695D"/>
    <w:rsid w:val="00C10155"/>
    <w:rsid w:val="00C1175B"/>
    <w:rsid w:val="00C133B7"/>
    <w:rsid w:val="00C139BC"/>
    <w:rsid w:val="00C20C60"/>
    <w:rsid w:val="00C219F4"/>
    <w:rsid w:val="00C232ED"/>
    <w:rsid w:val="00C323BE"/>
    <w:rsid w:val="00C32732"/>
    <w:rsid w:val="00C33A98"/>
    <w:rsid w:val="00C34012"/>
    <w:rsid w:val="00C3490B"/>
    <w:rsid w:val="00C34D09"/>
    <w:rsid w:val="00C35156"/>
    <w:rsid w:val="00C3603B"/>
    <w:rsid w:val="00C4393C"/>
    <w:rsid w:val="00C44B21"/>
    <w:rsid w:val="00C455E4"/>
    <w:rsid w:val="00C460B9"/>
    <w:rsid w:val="00C4664F"/>
    <w:rsid w:val="00C47852"/>
    <w:rsid w:val="00C508C0"/>
    <w:rsid w:val="00C53F4A"/>
    <w:rsid w:val="00C551D5"/>
    <w:rsid w:val="00C60397"/>
    <w:rsid w:val="00C6075C"/>
    <w:rsid w:val="00C635A5"/>
    <w:rsid w:val="00C6535E"/>
    <w:rsid w:val="00C67512"/>
    <w:rsid w:val="00C67DF5"/>
    <w:rsid w:val="00C70F9A"/>
    <w:rsid w:val="00C743B3"/>
    <w:rsid w:val="00C75217"/>
    <w:rsid w:val="00C76728"/>
    <w:rsid w:val="00C76A81"/>
    <w:rsid w:val="00C81244"/>
    <w:rsid w:val="00C83D7B"/>
    <w:rsid w:val="00C859FE"/>
    <w:rsid w:val="00C93B10"/>
    <w:rsid w:val="00C94679"/>
    <w:rsid w:val="00C95D3A"/>
    <w:rsid w:val="00C95D86"/>
    <w:rsid w:val="00C97563"/>
    <w:rsid w:val="00C97F3B"/>
    <w:rsid w:val="00C97F43"/>
    <w:rsid w:val="00CA0440"/>
    <w:rsid w:val="00CA09B1"/>
    <w:rsid w:val="00CB1D23"/>
    <w:rsid w:val="00CB4153"/>
    <w:rsid w:val="00CB5894"/>
    <w:rsid w:val="00CB6F32"/>
    <w:rsid w:val="00CC0631"/>
    <w:rsid w:val="00CC26AC"/>
    <w:rsid w:val="00CC6EFD"/>
    <w:rsid w:val="00CC775C"/>
    <w:rsid w:val="00CD071E"/>
    <w:rsid w:val="00CD124A"/>
    <w:rsid w:val="00CD41D8"/>
    <w:rsid w:val="00CD6E12"/>
    <w:rsid w:val="00CE1A06"/>
    <w:rsid w:val="00CE261C"/>
    <w:rsid w:val="00CE35EE"/>
    <w:rsid w:val="00CE532E"/>
    <w:rsid w:val="00CE5C4E"/>
    <w:rsid w:val="00CE6442"/>
    <w:rsid w:val="00CE691F"/>
    <w:rsid w:val="00CE7706"/>
    <w:rsid w:val="00CF02A2"/>
    <w:rsid w:val="00CF1B53"/>
    <w:rsid w:val="00CF4639"/>
    <w:rsid w:val="00CF5002"/>
    <w:rsid w:val="00CF5FF2"/>
    <w:rsid w:val="00CF60C5"/>
    <w:rsid w:val="00CF6C25"/>
    <w:rsid w:val="00D0009D"/>
    <w:rsid w:val="00D02B78"/>
    <w:rsid w:val="00D069B8"/>
    <w:rsid w:val="00D07F0F"/>
    <w:rsid w:val="00D1056F"/>
    <w:rsid w:val="00D10996"/>
    <w:rsid w:val="00D121B5"/>
    <w:rsid w:val="00D122B2"/>
    <w:rsid w:val="00D1381C"/>
    <w:rsid w:val="00D14825"/>
    <w:rsid w:val="00D1617E"/>
    <w:rsid w:val="00D20EFF"/>
    <w:rsid w:val="00D24B48"/>
    <w:rsid w:val="00D279C8"/>
    <w:rsid w:val="00D41C48"/>
    <w:rsid w:val="00D436F1"/>
    <w:rsid w:val="00D43870"/>
    <w:rsid w:val="00D44689"/>
    <w:rsid w:val="00D45D23"/>
    <w:rsid w:val="00D46947"/>
    <w:rsid w:val="00D50960"/>
    <w:rsid w:val="00D51B62"/>
    <w:rsid w:val="00D54B58"/>
    <w:rsid w:val="00D563E0"/>
    <w:rsid w:val="00D5684D"/>
    <w:rsid w:val="00D56943"/>
    <w:rsid w:val="00D57656"/>
    <w:rsid w:val="00D60B6F"/>
    <w:rsid w:val="00D6314C"/>
    <w:rsid w:val="00D666EF"/>
    <w:rsid w:val="00D70716"/>
    <w:rsid w:val="00D70DD3"/>
    <w:rsid w:val="00D7458A"/>
    <w:rsid w:val="00D7500B"/>
    <w:rsid w:val="00D81821"/>
    <w:rsid w:val="00D830C3"/>
    <w:rsid w:val="00D8386C"/>
    <w:rsid w:val="00D85D53"/>
    <w:rsid w:val="00D92B19"/>
    <w:rsid w:val="00D96BB4"/>
    <w:rsid w:val="00D9782A"/>
    <w:rsid w:val="00DA0088"/>
    <w:rsid w:val="00DA197D"/>
    <w:rsid w:val="00DA4992"/>
    <w:rsid w:val="00DA5660"/>
    <w:rsid w:val="00DA6893"/>
    <w:rsid w:val="00DA7B11"/>
    <w:rsid w:val="00DB242F"/>
    <w:rsid w:val="00DB2E8A"/>
    <w:rsid w:val="00DB48F6"/>
    <w:rsid w:val="00DB6976"/>
    <w:rsid w:val="00DB6B30"/>
    <w:rsid w:val="00DB6B7B"/>
    <w:rsid w:val="00DB78D4"/>
    <w:rsid w:val="00DC534C"/>
    <w:rsid w:val="00DC6792"/>
    <w:rsid w:val="00DC6DF7"/>
    <w:rsid w:val="00DD1CC5"/>
    <w:rsid w:val="00DD1E52"/>
    <w:rsid w:val="00DD2A55"/>
    <w:rsid w:val="00DD5671"/>
    <w:rsid w:val="00DD6E36"/>
    <w:rsid w:val="00DD7ADE"/>
    <w:rsid w:val="00DE057A"/>
    <w:rsid w:val="00DE0A9A"/>
    <w:rsid w:val="00DE3536"/>
    <w:rsid w:val="00DE5CA9"/>
    <w:rsid w:val="00DE7F16"/>
    <w:rsid w:val="00DF00ED"/>
    <w:rsid w:val="00DF238D"/>
    <w:rsid w:val="00DF3394"/>
    <w:rsid w:val="00DF4BB9"/>
    <w:rsid w:val="00DF582F"/>
    <w:rsid w:val="00DF6060"/>
    <w:rsid w:val="00DF658E"/>
    <w:rsid w:val="00DF6B4A"/>
    <w:rsid w:val="00E00558"/>
    <w:rsid w:val="00E02C20"/>
    <w:rsid w:val="00E02E11"/>
    <w:rsid w:val="00E034CA"/>
    <w:rsid w:val="00E03E48"/>
    <w:rsid w:val="00E0471D"/>
    <w:rsid w:val="00E121B6"/>
    <w:rsid w:val="00E17E34"/>
    <w:rsid w:val="00E200D6"/>
    <w:rsid w:val="00E2060B"/>
    <w:rsid w:val="00E21E16"/>
    <w:rsid w:val="00E223EF"/>
    <w:rsid w:val="00E224BE"/>
    <w:rsid w:val="00E23F3C"/>
    <w:rsid w:val="00E249AD"/>
    <w:rsid w:val="00E25FDF"/>
    <w:rsid w:val="00E271D3"/>
    <w:rsid w:val="00E30302"/>
    <w:rsid w:val="00E30E2A"/>
    <w:rsid w:val="00E32031"/>
    <w:rsid w:val="00E3283A"/>
    <w:rsid w:val="00E32ED1"/>
    <w:rsid w:val="00E33FAA"/>
    <w:rsid w:val="00E36D9D"/>
    <w:rsid w:val="00E40F79"/>
    <w:rsid w:val="00E42C7A"/>
    <w:rsid w:val="00E42E33"/>
    <w:rsid w:val="00E44654"/>
    <w:rsid w:val="00E45882"/>
    <w:rsid w:val="00E5113E"/>
    <w:rsid w:val="00E538C9"/>
    <w:rsid w:val="00E544F3"/>
    <w:rsid w:val="00E54E8F"/>
    <w:rsid w:val="00E61101"/>
    <w:rsid w:val="00E61E08"/>
    <w:rsid w:val="00E718BD"/>
    <w:rsid w:val="00E72E84"/>
    <w:rsid w:val="00E74377"/>
    <w:rsid w:val="00E74B1C"/>
    <w:rsid w:val="00E80B04"/>
    <w:rsid w:val="00E86627"/>
    <w:rsid w:val="00E87A0E"/>
    <w:rsid w:val="00E90525"/>
    <w:rsid w:val="00E907C1"/>
    <w:rsid w:val="00E90BE5"/>
    <w:rsid w:val="00E9163E"/>
    <w:rsid w:val="00EA1833"/>
    <w:rsid w:val="00EA2D52"/>
    <w:rsid w:val="00EA4255"/>
    <w:rsid w:val="00EB0239"/>
    <w:rsid w:val="00EB05CE"/>
    <w:rsid w:val="00EB098E"/>
    <w:rsid w:val="00EB1A7F"/>
    <w:rsid w:val="00EB20BD"/>
    <w:rsid w:val="00EB5BA0"/>
    <w:rsid w:val="00EB62BF"/>
    <w:rsid w:val="00EB7318"/>
    <w:rsid w:val="00EC08FA"/>
    <w:rsid w:val="00EC1975"/>
    <w:rsid w:val="00EC2AD6"/>
    <w:rsid w:val="00EC39FD"/>
    <w:rsid w:val="00EC5146"/>
    <w:rsid w:val="00EC52E8"/>
    <w:rsid w:val="00ED10FF"/>
    <w:rsid w:val="00ED41D6"/>
    <w:rsid w:val="00ED7C74"/>
    <w:rsid w:val="00EE42C4"/>
    <w:rsid w:val="00EE5E12"/>
    <w:rsid w:val="00EE5E54"/>
    <w:rsid w:val="00EE6D1C"/>
    <w:rsid w:val="00EF1178"/>
    <w:rsid w:val="00EF2788"/>
    <w:rsid w:val="00EF2B8D"/>
    <w:rsid w:val="00EF3FCB"/>
    <w:rsid w:val="00EF4755"/>
    <w:rsid w:val="00F024A2"/>
    <w:rsid w:val="00F04D3F"/>
    <w:rsid w:val="00F05143"/>
    <w:rsid w:val="00F06ADF"/>
    <w:rsid w:val="00F12C6F"/>
    <w:rsid w:val="00F13078"/>
    <w:rsid w:val="00F20350"/>
    <w:rsid w:val="00F23912"/>
    <w:rsid w:val="00F23B48"/>
    <w:rsid w:val="00F269EB"/>
    <w:rsid w:val="00F27F8C"/>
    <w:rsid w:val="00F333B8"/>
    <w:rsid w:val="00F367B0"/>
    <w:rsid w:val="00F37E0A"/>
    <w:rsid w:val="00F4084D"/>
    <w:rsid w:val="00F42C0A"/>
    <w:rsid w:val="00F4649B"/>
    <w:rsid w:val="00F51365"/>
    <w:rsid w:val="00F5252B"/>
    <w:rsid w:val="00F54AE7"/>
    <w:rsid w:val="00F55651"/>
    <w:rsid w:val="00F55744"/>
    <w:rsid w:val="00F56E00"/>
    <w:rsid w:val="00F60236"/>
    <w:rsid w:val="00F62BA3"/>
    <w:rsid w:val="00F64F47"/>
    <w:rsid w:val="00F650DB"/>
    <w:rsid w:val="00F70AF1"/>
    <w:rsid w:val="00F732EC"/>
    <w:rsid w:val="00F740EE"/>
    <w:rsid w:val="00F74E11"/>
    <w:rsid w:val="00F802D7"/>
    <w:rsid w:val="00F80F51"/>
    <w:rsid w:val="00F818AC"/>
    <w:rsid w:val="00F879EE"/>
    <w:rsid w:val="00F90072"/>
    <w:rsid w:val="00F904F2"/>
    <w:rsid w:val="00F97608"/>
    <w:rsid w:val="00FA500C"/>
    <w:rsid w:val="00FA7CDC"/>
    <w:rsid w:val="00FB6062"/>
    <w:rsid w:val="00FB6171"/>
    <w:rsid w:val="00FB69AB"/>
    <w:rsid w:val="00FC3E01"/>
    <w:rsid w:val="00FC4A31"/>
    <w:rsid w:val="00FD2476"/>
    <w:rsid w:val="00FD6E7D"/>
    <w:rsid w:val="00FD760F"/>
    <w:rsid w:val="00FE1148"/>
    <w:rsid w:val="00FE2E2A"/>
    <w:rsid w:val="00FE38DB"/>
    <w:rsid w:val="00FE5808"/>
    <w:rsid w:val="00FE59F4"/>
    <w:rsid w:val="00FF0A7A"/>
    <w:rsid w:val="00FF0E47"/>
    <w:rsid w:val="00FF2C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82DF0"/>
  <w15:docId w15:val="{09BF5917-9C1E-466D-A4E8-084E7546E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B556C"/>
    <w:pPr>
      <w:spacing w:line="360" w:lineRule="auto"/>
      <w:jc w:val="both"/>
    </w:pPr>
    <w:rPr>
      <w:rFonts w:ascii="Cambria" w:eastAsia="Times New Roman" w:hAnsi="Cambria"/>
      <w:sz w:val="24"/>
      <w:szCs w:val="24"/>
      <w:lang w:eastAsia="en-US" w:bidi="en-US"/>
    </w:rPr>
  </w:style>
  <w:style w:type="paragraph" w:styleId="Nadpis1">
    <w:name w:val="heading 1"/>
    <w:basedOn w:val="Normln"/>
    <w:next w:val="Normln"/>
    <w:link w:val="Nadpis1Char"/>
    <w:uiPriority w:val="9"/>
    <w:qFormat/>
    <w:rsid w:val="0016335D"/>
    <w:pPr>
      <w:keepNext/>
      <w:numPr>
        <w:numId w:val="1"/>
      </w:numPr>
      <w:spacing w:before="240" w:after="60"/>
      <w:outlineLvl w:val="0"/>
    </w:pPr>
    <w:rPr>
      <w:rFonts w:ascii="Arial" w:hAnsi="Arial"/>
      <w:b/>
      <w:bCs/>
      <w:kern w:val="32"/>
      <w:sz w:val="32"/>
      <w:szCs w:val="32"/>
    </w:rPr>
  </w:style>
  <w:style w:type="paragraph" w:styleId="Nadpis2">
    <w:name w:val="heading 2"/>
    <w:basedOn w:val="Normln"/>
    <w:next w:val="Normln"/>
    <w:link w:val="Nadpis2Char"/>
    <w:uiPriority w:val="9"/>
    <w:unhideWhenUsed/>
    <w:qFormat/>
    <w:rsid w:val="0016335D"/>
    <w:pPr>
      <w:keepNext/>
      <w:numPr>
        <w:ilvl w:val="1"/>
        <w:numId w:val="1"/>
      </w:numPr>
      <w:spacing w:before="240" w:after="60"/>
      <w:outlineLvl w:val="1"/>
    </w:pPr>
    <w:rPr>
      <w:rFonts w:ascii="Arial" w:hAnsi="Arial"/>
      <w:b/>
      <w:bCs/>
      <w:i/>
      <w:iCs/>
      <w:sz w:val="28"/>
      <w:szCs w:val="28"/>
    </w:rPr>
  </w:style>
  <w:style w:type="paragraph" w:styleId="Nadpis3">
    <w:name w:val="heading 3"/>
    <w:basedOn w:val="Normln"/>
    <w:next w:val="Normln"/>
    <w:link w:val="Nadpis3Char"/>
    <w:uiPriority w:val="9"/>
    <w:unhideWhenUsed/>
    <w:qFormat/>
    <w:rsid w:val="0016335D"/>
    <w:pPr>
      <w:keepNext/>
      <w:numPr>
        <w:ilvl w:val="2"/>
        <w:numId w:val="1"/>
      </w:numPr>
      <w:spacing w:before="240" w:after="60"/>
      <w:outlineLvl w:val="2"/>
    </w:pPr>
    <w:rPr>
      <w:b/>
      <w:bCs/>
      <w:sz w:val="26"/>
      <w:szCs w:val="26"/>
    </w:rPr>
  </w:style>
  <w:style w:type="paragraph" w:styleId="Nadpis4">
    <w:name w:val="heading 4"/>
    <w:basedOn w:val="Normln"/>
    <w:next w:val="Normln"/>
    <w:link w:val="Nadpis4Char"/>
    <w:uiPriority w:val="9"/>
    <w:semiHidden/>
    <w:unhideWhenUsed/>
    <w:qFormat/>
    <w:rsid w:val="0016335D"/>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
    <w:semiHidden/>
    <w:unhideWhenUsed/>
    <w:qFormat/>
    <w:rsid w:val="0016335D"/>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16335D"/>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
    <w:semiHidden/>
    <w:unhideWhenUsed/>
    <w:qFormat/>
    <w:rsid w:val="0016335D"/>
    <w:pPr>
      <w:numPr>
        <w:ilvl w:val="6"/>
        <w:numId w:val="1"/>
      </w:numPr>
      <w:spacing w:before="240" w:after="60"/>
      <w:outlineLvl w:val="6"/>
    </w:pPr>
  </w:style>
  <w:style w:type="paragraph" w:styleId="Nadpis8">
    <w:name w:val="heading 8"/>
    <w:basedOn w:val="Normln"/>
    <w:next w:val="Normln"/>
    <w:link w:val="Nadpis8Char"/>
    <w:uiPriority w:val="9"/>
    <w:semiHidden/>
    <w:unhideWhenUsed/>
    <w:qFormat/>
    <w:rsid w:val="0016335D"/>
    <w:pPr>
      <w:numPr>
        <w:ilvl w:val="7"/>
        <w:numId w:val="1"/>
      </w:numPr>
      <w:spacing w:before="240" w:after="60"/>
      <w:outlineLvl w:val="7"/>
    </w:pPr>
    <w:rPr>
      <w:i/>
      <w:iCs/>
    </w:rPr>
  </w:style>
  <w:style w:type="paragraph" w:styleId="Nadpis9">
    <w:name w:val="heading 9"/>
    <w:basedOn w:val="Normln"/>
    <w:next w:val="Normln"/>
    <w:link w:val="Nadpis9Char"/>
    <w:uiPriority w:val="9"/>
    <w:semiHidden/>
    <w:unhideWhenUsed/>
    <w:qFormat/>
    <w:rsid w:val="0016335D"/>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6335D"/>
    <w:rPr>
      <w:rFonts w:ascii="Arial" w:eastAsia="Times New Roman" w:hAnsi="Arial" w:cs="Times New Roman"/>
      <w:b/>
      <w:bCs/>
      <w:kern w:val="32"/>
      <w:sz w:val="32"/>
      <w:szCs w:val="32"/>
      <w:lang w:bidi="en-US"/>
    </w:rPr>
  </w:style>
  <w:style w:type="character" w:customStyle="1" w:styleId="Nadpis2Char">
    <w:name w:val="Nadpis 2 Char"/>
    <w:link w:val="Nadpis2"/>
    <w:uiPriority w:val="9"/>
    <w:rsid w:val="0016335D"/>
    <w:rPr>
      <w:rFonts w:ascii="Arial" w:eastAsia="Times New Roman" w:hAnsi="Arial" w:cs="Times New Roman"/>
      <w:b/>
      <w:bCs/>
      <w:i/>
      <w:iCs/>
      <w:sz w:val="28"/>
      <w:szCs w:val="28"/>
      <w:lang w:bidi="en-US"/>
    </w:rPr>
  </w:style>
  <w:style w:type="character" w:customStyle="1" w:styleId="Nadpis3Char">
    <w:name w:val="Nadpis 3 Char"/>
    <w:link w:val="Nadpis3"/>
    <w:uiPriority w:val="9"/>
    <w:rsid w:val="0016335D"/>
    <w:rPr>
      <w:rFonts w:ascii="Cambria" w:eastAsia="Times New Roman" w:hAnsi="Cambria" w:cs="Times New Roman"/>
      <w:b/>
      <w:bCs/>
      <w:sz w:val="26"/>
      <w:szCs w:val="26"/>
      <w:lang w:bidi="en-US"/>
    </w:rPr>
  </w:style>
  <w:style w:type="character" w:customStyle="1" w:styleId="Nadpis4Char">
    <w:name w:val="Nadpis 4 Char"/>
    <w:link w:val="Nadpis4"/>
    <w:uiPriority w:val="9"/>
    <w:semiHidden/>
    <w:rsid w:val="0016335D"/>
    <w:rPr>
      <w:rFonts w:ascii="Cambria" w:eastAsia="Times New Roman" w:hAnsi="Cambria" w:cs="Times New Roman"/>
      <w:b/>
      <w:bCs/>
      <w:sz w:val="28"/>
      <w:szCs w:val="28"/>
      <w:lang w:bidi="en-US"/>
    </w:rPr>
  </w:style>
  <w:style w:type="character" w:customStyle="1" w:styleId="Nadpis5Char">
    <w:name w:val="Nadpis 5 Char"/>
    <w:link w:val="Nadpis5"/>
    <w:uiPriority w:val="9"/>
    <w:semiHidden/>
    <w:rsid w:val="0016335D"/>
    <w:rPr>
      <w:rFonts w:ascii="Cambria" w:eastAsia="Times New Roman" w:hAnsi="Cambria" w:cs="Times New Roman"/>
      <w:b/>
      <w:bCs/>
      <w:i/>
      <w:iCs/>
      <w:sz w:val="26"/>
      <w:szCs w:val="26"/>
      <w:lang w:bidi="en-US"/>
    </w:rPr>
  </w:style>
  <w:style w:type="character" w:customStyle="1" w:styleId="Nadpis6Char">
    <w:name w:val="Nadpis 6 Char"/>
    <w:link w:val="Nadpis6"/>
    <w:uiPriority w:val="9"/>
    <w:semiHidden/>
    <w:rsid w:val="0016335D"/>
    <w:rPr>
      <w:rFonts w:ascii="Cambria" w:eastAsia="Times New Roman" w:hAnsi="Cambria" w:cs="Times New Roman"/>
      <w:b/>
      <w:bCs/>
      <w:lang w:bidi="en-US"/>
    </w:rPr>
  </w:style>
  <w:style w:type="character" w:customStyle="1" w:styleId="Nadpis7Char">
    <w:name w:val="Nadpis 7 Char"/>
    <w:link w:val="Nadpis7"/>
    <w:uiPriority w:val="9"/>
    <w:semiHidden/>
    <w:rsid w:val="0016335D"/>
    <w:rPr>
      <w:rFonts w:ascii="Cambria" w:eastAsia="Times New Roman" w:hAnsi="Cambria" w:cs="Times New Roman"/>
      <w:sz w:val="24"/>
      <w:szCs w:val="24"/>
      <w:lang w:bidi="en-US"/>
    </w:rPr>
  </w:style>
  <w:style w:type="character" w:customStyle="1" w:styleId="Nadpis8Char">
    <w:name w:val="Nadpis 8 Char"/>
    <w:link w:val="Nadpis8"/>
    <w:uiPriority w:val="9"/>
    <w:semiHidden/>
    <w:rsid w:val="0016335D"/>
    <w:rPr>
      <w:rFonts w:ascii="Cambria" w:eastAsia="Times New Roman" w:hAnsi="Cambria" w:cs="Times New Roman"/>
      <w:i/>
      <w:iCs/>
      <w:sz w:val="24"/>
      <w:szCs w:val="24"/>
      <w:lang w:bidi="en-US"/>
    </w:rPr>
  </w:style>
  <w:style w:type="character" w:customStyle="1" w:styleId="Nadpis9Char">
    <w:name w:val="Nadpis 9 Char"/>
    <w:link w:val="Nadpis9"/>
    <w:uiPriority w:val="9"/>
    <w:semiHidden/>
    <w:rsid w:val="0016335D"/>
    <w:rPr>
      <w:rFonts w:ascii="Cambria" w:eastAsia="Times New Roman" w:hAnsi="Cambria" w:cs="Times New Roman"/>
      <w:lang w:bidi="en-US"/>
    </w:rPr>
  </w:style>
  <w:style w:type="character" w:styleId="Odkaznakoment">
    <w:name w:val="annotation reference"/>
    <w:uiPriority w:val="99"/>
    <w:semiHidden/>
    <w:unhideWhenUsed/>
    <w:rsid w:val="0016335D"/>
    <w:rPr>
      <w:sz w:val="16"/>
      <w:szCs w:val="16"/>
    </w:rPr>
  </w:style>
  <w:style w:type="paragraph" w:styleId="Textkomente">
    <w:name w:val="annotation text"/>
    <w:basedOn w:val="Normln"/>
    <w:link w:val="TextkomenteChar"/>
    <w:uiPriority w:val="99"/>
    <w:semiHidden/>
    <w:unhideWhenUsed/>
    <w:rsid w:val="0016335D"/>
    <w:pPr>
      <w:spacing w:line="240" w:lineRule="auto"/>
    </w:pPr>
    <w:rPr>
      <w:sz w:val="20"/>
      <w:szCs w:val="20"/>
    </w:rPr>
  </w:style>
  <w:style w:type="character" w:customStyle="1" w:styleId="TextkomenteChar">
    <w:name w:val="Text komentáře Char"/>
    <w:link w:val="Textkomente"/>
    <w:uiPriority w:val="99"/>
    <w:semiHidden/>
    <w:rsid w:val="0016335D"/>
    <w:rPr>
      <w:rFonts w:ascii="Cambria" w:eastAsia="Times New Roman" w:hAnsi="Cambria" w:cs="Times New Roman"/>
      <w:sz w:val="20"/>
      <w:szCs w:val="20"/>
      <w:lang w:bidi="en-US"/>
    </w:rPr>
  </w:style>
  <w:style w:type="paragraph" w:styleId="Textbubliny">
    <w:name w:val="Balloon Text"/>
    <w:basedOn w:val="Normln"/>
    <w:link w:val="TextbublinyChar"/>
    <w:uiPriority w:val="99"/>
    <w:semiHidden/>
    <w:unhideWhenUsed/>
    <w:rsid w:val="0016335D"/>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16335D"/>
    <w:rPr>
      <w:rFonts w:ascii="Tahoma" w:eastAsia="Times New Roman" w:hAnsi="Tahoma" w:cs="Tahoma"/>
      <w:sz w:val="16"/>
      <w:szCs w:val="16"/>
      <w:lang w:bidi="en-US"/>
    </w:rPr>
  </w:style>
  <w:style w:type="paragraph" w:styleId="Odstavecseseznamem">
    <w:name w:val="List Paragraph"/>
    <w:basedOn w:val="Normln"/>
    <w:uiPriority w:val="34"/>
    <w:qFormat/>
    <w:rsid w:val="003F1263"/>
    <w:pPr>
      <w:spacing w:before="240" w:after="240"/>
      <w:ind w:left="720"/>
      <w:contextualSpacing/>
    </w:pPr>
  </w:style>
  <w:style w:type="table" w:styleId="Mkatabulky">
    <w:name w:val="Table Grid"/>
    <w:basedOn w:val="Normlntabulka"/>
    <w:uiPriority w:val="59"/>
    <w:rsid w:val="008F3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8F3D94"/>
    <w:rPr>
      <w:rFonts w:ascii="Cambria" w:eastAsia="Times New Roman" w:hAnsi="Cambria"/>
      <w:sz w:val="24"/>
      <w:szCs w:val="24"/>
      <w:lang w:eastAsia="en-US" w:bidi="en-US"/>
    </w:rPr>
  </w:style>
  <w:style w:type="paragraph" w:styleId="Pedmtkomente">
    <w:name w:val="annotation subject"/>
    <w:basedOn w:val="Textkomente"/>
    <w:next w:val="Textkomente"/>
    <w:link w:val="PedmtkomenteChar"/>
    <w:uiPriority w:val="99"/>
    <w:semiHidden/>
    <w:unhideWhenUsed/>
    <w:rsid w:val="00083F40"/>
    <w:rPr>
      <w:b/>
      <w:bCs/>
    </w:rPr>
  </w:style>
  <w:style w:type="character" w:customStyle="1" w:styleId="PedmtkomenteChar">
    <w:name w:val="Předmět komentáře Char"/>
    <w:link w:val="Pedmtkomente"/>
    <w:uiPriority w:val="99"/>
    <w:semiHidden/>
    <w:rsid w:val="00083F40"/>
    <w:rPr>
      <w:rFonts w:ascii="Cambria" w:eastAsia="Times New Roman" w:hAnsi="Cambria" w:cs="Times New Roman"/>
      <w:b/>
      <w:bCs/>
      <w:sz w:val="20"/>
      <w:szCs w:val="20"/>
      <w:lang w:bidi="en-US"/>
    </w:rPr>
  </w:style>
  <w:style w:type="paragraph" w:styleId="Revize">
    <w:name w:val="Revision"/>
    <w:hidden/>
    <w:uiPriority w:val="99"/>
    <w:semiHidden/>
    <w:rsid w:val="00083F40"/>
    <w:rPr>
      <w:rFonts w:ascii="Cambria" w:eastAsia="Times New Roman" w:hAnsi="Cambria"/>
      <w:sz w:val="24"/>
      <w:szCs w:val="24"/>
      <w:lang w:eastAsia="en-US" w:bidi="en-US"/>
    </w:rPr>
  </w:style>
  <w:style w:type="paragraph" w:styleId="Nadpisobsahu">
    <w:name w:val="TOC Heading"/>
    <w:basedOn w:val="Nadpis1"/>
    <w:next w:val="Normln"/>
    <w:uiPriority w:val="39"/>
    <w:semiHidden/>
    <w:unhideWhenUsed/>
    <w:qFormat/>
    <w:rsid w:val="00077F62"/>
    <w:pPr>
      <w:keepLines/>
      <w:numPr>
        <w:numId w:val="0"/>
      </w:numPr>
      <w:spacing w:before="480" w:after="0" w:line="276" w:lineRule="auto"/>
      <w:outlineLvl w:val="9"/>
    </w:pPr>
    <w:rPr>
      <w:rFonts w:ascii="Cambria" w:hAnsi="Cambria"/>
      <w:color w:val="365F91"/>
      <w:kern w:val="0"/>
      <w:sz w:val="28"/>
      <w:szCs w:val="28"/>
      <w:lang w:eastAsia="cs-CZ" w:bidi="ar-SA"/>
    </w:rPr>
  </w:style>
  <w:style w:type="paragraph" w:styleId="Obsah1">
    <w:name w:val="toc 1"/>
    <w:basedOn w:val="Normln"/>
    <w:next w:val="Normln"/>
    <w:autoRedefine/>
    <w:uiPriority w:val="39"/>
    <w:unhideWhenUsed/>
    <w:rsid w:val="00077F62"/>
    <w:pPr>
      <w:spacing w:after="100"/>
    </w:pPr>
  </w:style>
  <w:style w:type="paragraph" w:styleId="Obsah2">
    <w:name w:val="toc 2"/>
    <w:basedOn w:val="Normln"/>
    <w:next w:val="Normln"/>
    <w:autoRedefine/>
    <w:uiPriority w:val="39"/>
    <w:unhideWhenUsed/>
    <w:rsid w:val="00077F62"/>
    <w:pPr>
      <w:spacing w:after="100"/>
      <w:ind w:left="240"/>
    </w:pPr>
  </w:style>
  <w:style w:type="character" w:styleId="Hypertextovodkaz">
    <w:name w:val="Hyperlink"/>
    <w:uiPriority w:val="99"/>
    <w:unhideWhenUsed/>
    <w:rsid w:val="00077F62"/>
    <w:rPr>
      <w:color w:val="0000FF"/>
      <w:u w:val="single"/>
    </w:rPr>
  </w:style>
  <w:style w:type="paragraph" w:styleId="Obsah3">
    <w:name w:val="toc 3"/>
    <w:basedOn w:val="Normln"/>
    <w:next w:val="Normln"/>
    <w:autoRedefine/>
    <w:uiPriority w:val="39"/>
    <w:unhideWhenUsed/>
    <w:rsid w:val="00E544F3"/>
    <w:pPr>
      <w:spacing w:after="100"/>
      <w:ind w:left="480"/>
    </w:pPr>
  </w:style>
  <w:style w:type="paragraph" w:styleId="Zhlav">
    <w:name w:val="header"/>
    <w:basedOn w:val="Normln"/>
    <w:link w:val="ZhlavChar"/>
    <w:uiPriority w:val="99"/>
    <w:unhideWhenUsed/>
    <w:rsid w:val="00F650DB"/>
    <w:pPr>
      <w:tabs>
        <w:tab w:val="center" w:pos="4536"/>
        <w:tab w:val="right" w:pos="9072"/>
      </w:tabs>
      <w:spacing w:line="240" w:lineRule="auto"/>
    </w:pPr>
  </w:style>
  <w:style w:type="character" w:customStyle="1" w:styleId="ZhlavChar">
    <w:name w:val="Záhlaví Char"/>
    <w:link w:val="Zhlav"/>
    <w:uiPriority w:val="99"/>
    <w:rsid w:val="00F650DB"/>
    <w:rPr>
      <w:rFonts w:ascii="Cambria" w:eastAsia="Times New Roman" w:hAnsi="Cambria" w:cs="Times New Roman"/>
      <w:sz w:val="24"/>
      <w:szCs w:val="24"/>
      <w:lang w:bidi="en-US"/>
    </w:rPr>
  </w:style>
  <w:style w:type="paragraph" w:styleId="Zpat">
    <w:name w:val="footer"/>
    <w:basedOn w:val="Normln"/>
    <w:link w:val="ZpatChar"/>
    <w:uiPriority w:val="99"/>
    <w:unhideWhenUsed/>
    <w:rsid w:val="00F650DB"/>
    <w:pPr>
      <w:tabs>
        <w:tab w:val="center" w:pos="4536"/>
        <w:tab w:val="right" w:pos="9072"/>
      </w:tabs>
      <w:spacing w:line="240" w:lineRule="auto"/>
    </w:pPr>
  </w:style>
  <w:style w:type="character" w:customStyle="1" w:styleId="ZpatChar">
    <w:name w:val="Zápatí Char"/>
    <w:link w:val="Zpat"/>
    <w:uiPriority w:val="99"/>
    <w:rsid w:val="00F650DB"/>
    <w:rPr>
      <w:rFonts w:ascii="Cambria" w:eastAsia="Times New Roman" w:hAnsi="Cambria" w:cs="Times New Roman"/>
      <w:sz w:val="24"/>
      <w:szCs w:val="24"/>
      <w:lang w:bidi="en-US"/>
    </w:rPr>
  </w:style>
  <w:style w:type="character" w:customStyle="1" w:styleId="CittChar">
    <w:name w:val="Citát Char"/>
    <w:uiPriority w:val="29"/>
    <w:rsid w:val="00CB5894"/>
    <w:rPr>
      <w:rFonts w:ascii="Cambria" w:eastAsia="Times New Roman" w:hAnsi="Cambria" w:cs="Times New Roman"/>
      <w:i/>
      <w:iCs/>
      <w:color w:val="000000"/>
      <w:sz w:val="24"/>
      <w:szCs w:val="24"/>
      <w:lang w:bidi="en-US"/>
    </w:rPr>
  </w:style>
  <w:style w:type="paragraph" w:customStyle="1" w:styleId="NadpisX">
    <w:name w:val="Nadpis X"/>
    <w:basedOn w:val="Normln"/>
    <w:next w:val="Normln"/>
    <w:qFormat/>
    <w:rsid w:val="00240C6E"/>
    <w:rPr>
      <w:rFonts w:ascii="Arial" w:hAnsi="Arial"/>
      <w:b/>
      <w:sz w:val="32"/>
    </w:rPr>
  </w:style>
  <w:style w:type="paragraph" w:styleId="Citt">
    <w:name w:val="Quote"/>
    <w:basedOn w:val="Normln"/>
    <w:next w:val="Normln"/>
    <w:link w:val="CittChar1"/>
    <w:uiPriority w:val="29"/>
    <w:qFormat/>
    <w:rsid w:val="00DB6B30"/>
    <w:pPr>
      <w:spacing w:before="240" w:after="240"/>
      <w:ind w:firstLine="567"/>
    </w:pPr>
    <w:rPr>
      <w:i/>
      <w:iCs/>
      <w:color w:val="000000"/>
    </w:rPr>
  </w:style>
  <w:style w:type="character" w:customStyle="1" w:styleId="CittChar1">
    <w:name w:val="Citát Char1"/>
    <w:link w:val="Citt"/>
    <w:uiPriority w:val="29"/>
    <w:rsid w:val="00DB6B30"/>
    <w:rPr>
      <w:rFonts w:ascii="Cambria" w:eastAsia="Times New Roman" w:hAnsi="Cambria" w:cs="Times New Roman"/>
      <w:i/>
      <w:iCs/>
      <w:color w:val="000000"/>
      <w:sz w:val="24"/>
      <w:szCs w:val="24"/>
      <w:lang w:bidi="en-US"/>
    </w:rPr>
  </w:style>
  <w:style w:type="paragraph" w:styleId="Titulek">
    <w:name w:val="caption"/>
    <w:basedOn w:val="Normln"/>
    <w:next w:val="Normln"/>
    <w:uiPriority w:val="35"/>
    <w:unhideWhenUsed/>
    <w:qFormat/>
    <w:rsid w:val="007B3658"/>
    <w:pPr>
      <w:spacing w:line="240" w:lineRule="auto"/>
      <w:jc w:val="center"/>
    </w:pPr>
    <w:rPr>
      <w:b/>
      <w:bCs/>
      <w:szCs w:val="18"/>
    </w:rPr>
  </w:style>
  <w:style w:type="paragraph" w:styleId="Textpoznpodarou">
    <w:name w:val="footnote text"/>
    <w:basedOn w:val="Normln"/>
    <w:link w:val="TextpoznpodarouChar"/>
    <w:uiPriority w:val="99"/>
    <w:semiHidden/>
    <w:unhideWhenUsed/>
    <w:rsid w:val="006319AB"/>
    <w:pPr>
      <w:spacing w:line="240" w:lineRule="auto"/>
    </w:pPr>
    <w:rPr>
      <w:sz w:val="20"/>
      <w:szCs w:val="20"/>
    </w:rPr>
  </w:style>
  <w:style w:type="paragraph" w:styleId="Seznamobrzk">
    <w:name w:val="table of figures"/>
    <w:basedOn w:val="Normln"/>
    <w:next w:val="Normln"/>
    <w:uiPriority w:val="99"/>
    <w:unhideWhenUsed/>
    <w:rsid w:val="00DE3536"/>
  </w:style>
  <w:style w:type="character" w:customStyle="1" w:styleId="TextpoznpodarouChar">
    <w:name w:val="Text pozn. pod čarou Char"/>
    <w:link w:val="Textpoznpodarou"/>
    <w:uiPriority w:val="99"/>
    <w:semiHidden/>
    <w:rsid w:val="006319AB"/>
    <w:rPr>
      <w:rFonts w:ascii="Cambria" w:eastAsia="Times New Roman" w:hAnsi="Cambria" w:cs="Times New Roman"/>
      <w:sz w:val="20"/>
      <w:szCs w:val="20"/>
      <w:lang w:bidi="en-US"/>
    </w:rPr>
  </w:style>
  <w:style w:type="character" w:styleId="Znakapoznpodarou">
    <w:name w:val="footnote reference"/>
    <w:uiPriority w:val="99"/>
    <w:semiHidden/>
    <w:unhideWhenUsed/>
    <w:rsid w:val="006319AB"/>
    <w:rPr>
      <w:vertAlign w:val="superscript"/>
    </w:rPr>
  </w:style>
  <w:style w:type="paragraph" w:customStyle="1" w:styleId="Zdroj">
    <w:name w:val="Zdroj"/>
    <w:basedOn w:val="Bezmezer"/>
    <w:next w:val="Normln"/>
    <w:qFormat/>
    <w:rsid w:val="00EE6D1C"/>
    <w:pPr>
      <w:spacing w:after="360"/>
      <w:jc w:val="center"/>
    </w:pPr>
    <w:rPr>
      <w:i/>
      <w:sz w:val="20"/>
    </w:rPr>
  </w:style>
  <w:style w:type="paragraph" w:styleId="Normlnweb">
    <w:name w:val="Normal (Web)"/>
    <w:basedOn w:val="Normln"/>
    <w:uiPriority w:val="99"/>
    <w:semiHidden/>
    <w:unhideWhenUsed/>
    <w:rsid w:val="00D1381C"/>
    <w:pPr>
      <w:spacing w:before="100" w:beforeAutospacing="1" w:after="100" w:afterAutospacing="1" w:line="240" w:lineRule="auto"/>
    </w:pPr>
    <w:rPr>
      <w:rFonts w:ascii="Times New Roman" w:hAnsi="Times New Roman"/>
      <w:lang w:eastAsia="cs-CZ" w:bidi="ar-SA"/>
    </w:rPr>
  </w:style>
  <w:style w:type="character" w:styleId="Zstupntext">
    <w:name w:val="Placeholder Text"/>
    <w:uiPriority w:val="99"/>
    <w:semiHidden/>
    <w:rsid w:val="004366F7"/>
    <w:rPr>
      <w:color w:val="808080"/>
    </w:rPr>
  </w:style>
  <w:style w:type="table" w:styleId="Svtlmka">
    <w:name w:val="Light Grid"/>
    <w:basedOn w:val="Normlntabulka"/>
    <w:uiPriority w:val="62"/>
    <w:rsid w:val="00D92B19"/>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Default">
    <w:name w:val="Default"/>
    <w:rsid w:val="00995861"/>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06546">
      <w:bodyDiv w:val="1"/>
      <w:marLeft w:val="0"/>
      <w:marRight w:val="0"/>
      <w:marTop w:val="0"/>
      <w:marBottom w:val="0"/>
      <w:divBdr>
        <w:top w:val="none" w:sz="0" w:space="0" w:color="auto"/>
        <w:left w:val="none" w:sz="0" w:space="0" w:color="auto"/>
        <w:bottom w:val="none" w:sz="0" w:space="0" w:color="auto"/>
        <w:right w:val="none" w:sz="0" w:space="0" w:color="auto"/>
      </w:divBdr>
    </w:div>
    <w:div w:id="135802790">
      <w:bodyDiv w:val="1"/>
      <w:marLeft w:val="0"/>
      <w:marRight w:val="0"/>
      <w:marTop w:val="0"/>
      <w:marBottom w:val="0"/>
      <w:divBdr>
        <w:top w:val="none" w:sz="0" w:space="0" w:color="auto"/>
        <w:left w:val="none" w:sz="0" w:space="0" w:color="auto"/>
        <w:bottom w:val="none" w:sz="0" w:space="0" w:color="auto"/>
        <w:right w:val="none" w:sz="0" w:space="0" w:color="auto"/>
      </w:divBdr>
    </w:div>
    <w:div w:id="185560584">
      <w:bodyDiv w:val="1"/>
      <w:marLeft w:val="0"/>
      <w:marRight w:val="0"/>
      <w:marTop w:val="0"/>
      <w:marBottom w:val="0"/>
      <w:divBdr>
        <w:top w:val="none" w:sz="0" w:space="0" w:color="auto"/>
        <w:left w:val="none" w:sz="0" w:space="0" w:color="auto"/>
        <w:bottom w:val="none" w:sz="0" w:space="0" w:color="auto"/>
        <w:right w:val="none" w:sz="0" w:space="0" w:color="auto"/>
      </w:divBdr>
    </w:div>
    <w:div w:id="341588763">
      <w:bodyDiv w:val="1"/>
      <w:marLeft w:val="0"/>
      <w:marRight w:val="0"/>
      <w:marTop w:val="0"/>
      <w:marBottom w:val="0"/>
      <w:divBdr>
        <w:top w:val="none" w:sz="0" w:space="0" w:color="auto"/>
        <w:left w:val="none" w:sz="0" w:space="0" w:color="auto"/>
        <w:bottom w:val="none" w:sz="0" w:space="0" w:color="auto"/>
        <w:right w:val="none" w:sz="0" w:space="0" w:color="auto"/>
      </w:divBdr>
    </w:div>
    <w:div w:id="372342110">
      <w:bodyDiv w:val="1"/>
      <w:marLeft w:val="0"/>
      <w:marRight w:val="0"/>
      <w:marTop w:val="0"/>
      <w:marBottom w:val="0"/>
      <w:divBdr>
        <w:top w:val="none" w:sz="0" w:space="0" w:color="auto"/>
        <w:left w:val="none" w:sz="0" w:space="0" w:color="auto"/>
        <w:bottom w:val="none" w:sz="0" w:space="0" w:color="auto"/>
        <w:right w:val="none" w:sz="0" w:space="0" w:color="auto"/>
      </w:divBdr>
    </w:div>
    <w:div w:id="1287664093">
      <w:bodyDiv w:val="1"/>
      <w:marLeft w:val="0"/>
      <w:marRight w:val="0"/>
      <w:marTop w:val="0"/>
      <w:marBottom w:val="0"/>
      <w:divBdr>
        <w:top w:val="none" w:sz="0" w:space="0" w:color="auto"/>
        <w:left w:val="none" w:sz="0" w:space="0" w:color="auto"/>
        <w:bottom w:val="none" w:sz="0" w:space="0" w:color="auto"/>
        <w:right w:val="none" w:sz="0" w:space="0" w:color="auto"/>
      </w:divBdr>
    </w:div>
    <w:div w:id="1393963435">
      <w:bodyDiv w:val="1"/>
      <w:marLeft w:val="0"/>
      <w:marRight w:val="0"/>
      <w:marTop w:val="0"/>
      <w:marBottom w:val="0"/>
      <w:divBdr>
        <w:top w:val="none" w:sz="0" w:space="0" w:color="auto"/>
        <w:left w:val="none" w:sz="0" w:space="0" w:color="auto"/>
        <w:bottom w:val="none" w:sz="0" w:space="0" w:color="auto"/>
        <w:right w:val="none" w:sz="0" w:space="0" w:color="auto"/>
      </w:divBdr>
    </w:div>
    <w:div w:id="1511261058">
      <w:bodyDiv w:val="1"/>
      <w:marLeft w:val="0"/>
      <w:marRight w:val="0"/>
      <w:marTop w:val="0"/>
      <w:marBottom w:val="0"/>
      <w:divBdr>
        <w:top w:val="none" w:sz="0" w:space="0" w:color="auto"/>
        <w:left w:val="none" w:sz="0" w:space="0" w:color="auto"/>
        <w:bottom w:val="none" w:sz="0" w:space="0" w:color="auto"/>
        <w:right w:val="none" w:sz="0" w:space="0" w:color="auto"/>
      </w:divBdr>
    </w:div>
    <w:div w:id="1668943167">
      <w:bodyDiv w:val="1"/>
      <w:marLeft w:val="0"/>
      <w:marRight w:val="0"/>
      <w:marTop w:val="0"/>
      <w:marBottom w:val="0"/>
      <w:divBdr>
        <w:top w:val="none" w:sz="0" w:space="0" w:color="auto"/>
        <w:left w:val="none" w:sz="0" w:space="0" w:color="auto"/>
        <w:bottom w:val="none" w:sz="0" w:space="0" w:color="auto"/>
        <w:right w:val="none" w:sz="0" w:space="0" w:color="auto"/>
      </w:divBdr>
    </w:div>
    <w:div w:id="20782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ev\bp\src\main\asciidoc\pdf\header.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717A7-3F1A-4CF9-AA26-A58A45782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header</Template>
  <TotalTime>1312</TotalTime>
  <Pages>5</Pages>
  <Words>274</Words>
  <Characters>1622</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Strojové učení na platformě Apache Spark</vt:lpstr>
    </vt:vector>
  </TitlesOfParts>
  <Company>UHK</Company>
  <LinksUpToDate>false</LinksUpToDate>
  <CharactersWithSpaces>1893</CharactersWithSpaces>
  <SharedDoc>false</SharedDoc>
  <HLinks>
    <vt:vector size="60" baseType="variant">
      <vt:variant>
        <vt:i4>1048628</vt:i4>
      </vt:variant>
      <vt:variant>
        <vt:i4>65</vt:i4>
      </vt:variant>
      <vt:variant>
        <vt:i4>0</vt:i4>
      </vt:variant>
      <vt:variant>
        <vt:i4>5</vt:i4>
      </vt:variant>
      <vt:variant>
        <vt:lpwstr/>
      </vt:variant>
      <vt:variant>
        <vt:lpwstr>_Toc347145473</vt:lpwstr>
      </vt:variant>
      <vt:variant>
        <vt:i4>1114165</vt:i4>
      </vt:variant>
      <vt:variant>
        <vt:i4>56</vt:i4>
      </vt:variant>
      <vt:variant>
        <vt:i4>0</vt:i4>
      </vt:variant>
      <vt:variant>
        <vt:i4>5</vt:i4>
      </vt:variant>
      <vt:variant>
        <vt:lpwstr/>
      </vt:variant>
      <vt:variant>
        <vt:lpwstr>_Toc347145560</vt:lpwstr>
      </vt:variant>
      <vt:variant>
        <vt:i4>1048624</vt:i4>
      </vt:variant>
      <vt:variant>
        <vt:i4>47</vt:i4>
      </vt:variant>
      <vt:variant>
        <vt:i4>0</vt:i4>
      </vt:variant>
      <vt:variant>
        <vt:i4>5</vt:i4>
      </vt:variant>
      <vt:variant>
        <vt:lpwstr/>
      </vt:variant>
      <vt:variant>
        <vt:lpwstr>_Toc347146043</vt:lpwstr>
      </vt:variant>
      <vt:variant>
        <vt:i4>1048624</vt:i4>
      </vt:variant>
      <vt:variant>
        <vt:i4>41</vt:i4>
      </vt:variant>
      <vt:variant>
        <vt:i4>0</vt:i4>
      </vt:variant>
      <vt:variant>
        <vt:i4>5</vt:i4>
      </vt:variant>
      <vt:variant>
        <vt:lpwstr/>
      </vt:variant>
      <vt:variant>
        <vt:lpwstr>_Toc347146042</vt:lpwstr>
      </vt:variant>
      <vt:variant>
        <vt:i4>1048624</vt:i4>
      </vt:variant>
      <vt:variant>
        <vt:i4>35</vt:i4>
      </vt:variant>
      <vt:variant>
        <vt:i4>0</vt:i4>
      </vt:variant>
      <vt:variant>
        <vt:i4>5</vt:i4>
      </vt:variant>
      <vt:variant>
        <vt:lpwstr/>
      </vt:variant>
      <vt:variant>
        <vt:lpwstr>_Toc347146041</vt:lpwstr>
      </vt:variant>
      <vt:variant>
        <vt:i4>1048624</vt:i4>
      </vt:variant>
      <vt:variant>
        <vt:i4>29</vt:i4>
      </vt:variant>
      <vt:variant>
        <vt:i4>0</vt:i4>
      </vt:variant>
      <vt:variant>
        <vt:i4>5</vt:i4>
      </vt:variant>
      <vt:variant>
        <vt:lpwstr/>
      </vt:variant>
      <vt:variant>
        <vt:lpwstr>_Toc347146040</vt:lpwstr>
      </vt:variant>
      <vt:variant>
        <vt:i4>1507376</vt:i4>
      </vt:variant>
      <vt:variant>
        <vt:i4>23</vt:i4>
      </vt:variant>
      <vt:variant>
        <vt:i4>0</vt:i4>
      </vt:variant>
      <vt:variant>
        <vt:i4>5</vt:i4>
      </vt:variant>
      <vt:variant>
        <vt:lpwstr/>
      </vt:variant>
      <vt:variant>
        <vt:lpwstr>_Toc347146039</vt:lpwstr>
      </vt:variant>
      <vt:variant>
        <vt:i4>1507376</vt:i4>
      </vt:variant>
      <vt:variant>
        <vt:i4>17</vt:i4>
      </vt:variant>
      <vt:variant>
        <vt:i4>0</vt:i4>
      </vt:variant>
      <vt:variant>
        <vt:i4>5</vt:i4>
      </vt:variant>
      <vt:variant>
        <vt:lpwstr/>
      </vt:variant>
      <vt:variant>
        <vt:lpwstr>_Toc347146038</vt:lpwstr>
      </vt:variant>
      <vt:variant>
        <vt:i4>1507376</vt:i4>
      </vt:variant>
      <vt:variant>
        <vt:i4>11</vt:i4>
      </vt:variant>
      <vt:variant>
        <vt:i4>0</vt:i4>
      </vt:variant>
      <vt:variant>
        <vt:i4>5</vt:i4>
      </vt:variant>
      <vt:variant>
        <vt:lpwstr/>
      </vt:variant>
      <vt:variant>
        <vt:lpwstr>_Toc347146037</vt:lpwstr>
      </vt:variant>
      <vt:variant>
        <vt:i4>1507376</vt:i4>
      </vt:variant>
      <vt:variant>
        <vt:i4>5</vt:i4>
      </vt:variant>
      <vt:variant>
        <vt:i4>0</vt:i4>
      </vt:variant>
      <vt:variant>
        <vt:i4>5</vt:i4>
      </vt:variant>
      <vt:variant>
        <vt:lpwstr/>
      </vt:variant>
      <vt:variant>
        <vt:lpwstr>_Toc347146036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Strojové učení na platformě Apache Spark</dc:title>
  <dc:creator>Frantisek</dc:creator>
  <cp:lastModifiedBy>Frantisek</cp:lastModifiedBy>
  <cp:revision>38</cp:revision>
  <cp:lastPrinted>2020-04-10T07:49:00Z</cp:lastPrinted>
  <dcterms:created xsi:type="dcterms:W3CDTF">2020-03-20T22:01:00Z</dcterms:created>
  <dcterms:modified xsi:type="dcterms:W3CDTF">2020-04-10T17:55:00Z</dcterms:modified>
</cp:coreProperties>
</file>